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3C2D5" w14:textId="2D3A2FD3" w:rsidR="00D04FD2" w:rsidRPr="00257CD0" w:rsidRDefault="00B01F61" w:rsidP="00604557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3F70E0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5C653AC" w14:textId="4BB37CF3" w:rsidR="00D04FD2" w:rsidRPr="00B01F61" w:rsidRDefault="00D04FD2" w:rsidP="00604557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640848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</w:t>
      </w:r>
      <w:r w:rsidR="00DD60B0">
        <w:rPr>
          <w:rFonts w:ascii="Arial" w:hAnsi="Arial" w:cs="Arial"/>
          <w:i/>
          <w:sz w:val="20"/>
          <w:szCs w:val="22"/>
        </w:rPr>
        <w:t xml:space="preserve"> a v 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40848">
        <w:rPr>
          <w:rFonts w:ascii="Arial" w:hAnsi="Arial" w:cs="Arial"/>
          <w:i/>
          <w:sz w:val="20"/>
          <w:szCs w:val="22"/>
        </w:rPr>
        <w:t xml:space="preserve"> v</w:t>
      </w:r>
      <w:r w:rsidR="00DD60B0">
        <w:rPr>
          <w:rFonts w:ascii="Arial" w:hAnsi="Arial" w:cs="Arial"/>
          <w:i/>
          <w:sz w:val="20"/>
          <w:szCs w:val="22"/>
        </w:rPr>
        <w:t>e znění pozdějších předpisů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14:paraId="6484D5B5" w14:textId="77777777"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14:paraId="2F231F27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70773FE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3F9BF0C" w14:textId="77777777" w:rsidR="00D04FD2" w:rsidRPr="00DC4AE8" w:rsidRDefault="001C6621" w:rsidP="001B1598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bookmarkStart w:id="0" w:name="_GoBack"/>
            <w:r w:rsidRPr="00CC6A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II/128 Pacov – Lukavec, 3. stavba – silnice dle </w:t>
            </w:r>
            <w:proofErr w:type="gramStart"/>
            <w:r w:rsidRPr="00CC6A1C">
              <w:rPr>
                <w:rFonts w:ascii="Arial" w:hAnsi="Arial" w:cs="Arial"/>
                <w:b/>
                <w:bCs/>
                <w:sz w:val="22"/>
                <w:szCs w:val="22"/>
              </w:rPr>
              <w:t>nového</w:t>
            </w:r>
            <w:proofErr w:type="gramEnd"/>
            <w:r w:rsidRPr="00CC6A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ÚP</w:t>
            </w:r>
            <w:r w:rsidR="001268B1" w:rsidRPr="00CC6A1C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1268B1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40144">
              <w:rPr>
                <w:rFonts w:ascii="Arial" w:hAnsi="Arial" w:cs="Arial"/>
                <w:b/>
                <w:bCs/>
                <w:sz w:val="22"/>
                <w:szCs w:val="22"/>
              </w:rPr>
              <w:t>vyhledávací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studie</w:t>
            </w:r>
            <w:bookmarkEnd w:id="0"/>
          </w:p>
        </w:tc>
      </w:tr>
      <w:tr w:rsidR="00D04FD2" w:rsidRPr="004627D7" w14:paraId="606D0D28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16EF54E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9EE2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14:paraId="0E8FEBE4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29E9531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497" w14:textId="77777777"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14:paraId="26DBA22F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25944CC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1E12" w14:textId="77777777"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 w:rsidR="007502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9E3439" w:rsidRPr="004627D7" w14:paraId="023B8AC1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2E9B279" w14:textId="77777777" w:rsidR="009E3439" w:rsidRDefault="009E3439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BE25" w14:textId="77777777" w:rsidR="009E3439" w:rsidRPr="004627D7" w:rsidRDefault="009E3439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E343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14:paraId="0B54ABC2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146C483" w14:textId="77777777" w:rsidR="00D04FD2" w:rsidRPr="004627D7" w:rsidRDefault="006850DB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oprávněné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402D" w14:textId="228ECDC8" w:rsidR="00E467D8" w:rsidRPr="004627D7" w:rsidRDefault="00D04FD2" w:rsidP="00764188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64188">
              <w:rPr>
                <w:rFonts w:ascii="Arial" w:hAnsi="Arial" w:cs="Arial"/>
                <w:sz w:val="22"/>
                <w:szCs w:val="22"/>
              </w:rPr>
              <w:t>M</w:t>
            </w:r>
            <w:r w:rsidR="00B53325" w:rsidRPr="00764188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B53325" w:rsidRPr="00764188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B53325" w:rsidRPr="00764188">
              <w:rPr>
                <w:rFonts w:ascii="Arial" w:hAnsi="Arial" w:cs="Arial"/>
                <w:sz w:val="22"/>
                <w:szCs w:val="22"/>
              </w:rPr>
              <w:t>, MBA</w:t>
            </w:r>
            <w:r w:rsidRPr="00764188">
              <w:rPr>
                <w:rFonts w:ascii="Arial" w:hAnsi="Arial" w:cs="Arial"/>
                <w:sz w:val="22"/>
                <w:szCs w:val="22"/>
              </w:rPr>
              <w:t>, hejtman</w:t>
            </w:r>
          </w:p>
        </w:tc>
      </w:tr>
      <w:tr w:rsidR="00D04FD2" w:rsidRPr="004627D7" w14:paraId="77A85750" w14:textId="7777777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A4DE7CD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4896" w14:textId="6DD0D4DA" w:rsidR="00D04FD2" w:rsidRPr="004627D7" w:rsidRDefault="00E467D8" w:rsidP="00764188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Markéta </w:t>
            </w:r>
            <w:r w:rsidR="00B53325">
              <w:rPr>
                <w:rFonts w:ascii="Arial" w:hAnsi="Arial" w:cs="Arial"/>
                <w:sz w:val="22"/>
                <w:szCs w:val="22"/>
              </w:rPr>
              <w:t>Navrátilová</w:t>
            </w:r>
          </w:p>
        </w:tc>
      </w:tr>
      <w:tr w:rsidR="00D04FD2" w:rsidRPr="004627D7" w14:paraId="66664D17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102A9A71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96A0" w14:textId="6B18F080" w:rsidR="00D04FD2" w:rsidRPr="004627D7" w:rsidRDefault="003B1206" w:rsidP="00B53325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183D30">
              <w:rPr>
                <w:rFonts w:ascii="Arial" w:hAnsi="Arial" w:cs="Arial"/>
                <w:sz w:val="22"/>
                <w:szCs w:val="22"/>
              </w:rPr>
              <w:t>8</w:t>
            </w:r>
            <w:r w:rsidR="00E467D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04FD2" w:rsidRPr="004627D7" w14:paraId="126A703F" w14:textId="7777777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DA86ACE" w14:textId="77777777"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5FEA" w14:textId="3B2E2553" w:rsidR="00D04FD2" w:rsidRPr="004627D7" w:rsidRDefault="00B53325" w:rsidP="00B53325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navratilova.</w:t>
            </w:r>
            <w:r w:rsidR="00E467D8">
              <w:rPr>
                <w:rFonts w:ascii="Arial" w:hAnsi="Arial" w:cs="Arial"/>
                <w:sz w:val="22"/>
                <w:szCs w:val="22"/>
              </w:rPr>
              <w:t>m</w:t>
            </w:r>
            <w:r w:rsidR="00DD60B0">
              <w:rPr>
                <w:rFonts w:ascii="Arial" w:hAnsi="Arial" w:cs="Arial"/>
                <w:sz w:val="22"/>
                <w:szCs w:val="22"/>
              </w:rPr>
              <w:t>arketa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860EB5E" w14:textId="77777777" w:rsidR="006850DB" w:rsidRPr="004627D7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323DC1" w14:textId="77777777" w:rsidR="00A9352E" w:rsidRPr="00691D1A" w:rsidRDefault="0035764D" w:rsidP="007C4DDC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91D1A">
        <w:rPr>
          <w:rFonts w:ascii="Arial" w:hAnsi="Arial" w:cs="Arial"/>
          <w:b/>
          <w:bCs/>
          <w:sz w:val="22"/>
          <w:szCs w:val="22"/>
        </w:rPr>
        <w:t>Vymezení předmětu plnění</w:t>
      </w:r>
      <w:r w:rsidR="00A9352E" w:rsidRPr="00691D1A">
        <w:rPr>
          <w:rFonts w:ascii="Arial" w:hAnsi="Arial" w:cs="Arial"/>
          <w:b/>
          <w:bCs/>
          <w:sz w:val="22"/>
          <w:szCs w:val="22"/>
        </w:rPr>
        <w:t xml:space="preserve"> veřejné zakázky</w:t>
      </w:r>
    </w:p>
    <w:p w14:paraId="7777EF53" w14:textId="1FCDE71E" w:rsidR="00E57073" w:rsidRDefault="00270F75" w:rsidP="00CA09B6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 xml:space="preserve">Předmětem plnění veřejné </w:t>
      </w:r>
      <w:r w:rsidR="009B1F04">
        <w:rPr>
          <w:rFonts w:ascii="Arial" w:hAnsi="Arial" w:cs="Arial"/>
          <w:sz w:val="22"/>
          <w:szCs w:val="22"/>
        </w:rPr>
        <w:t>zakázky je vypracování vyhledávací studie (dále jen studie</w:t>
      </w:r>
      <w:r w:rsidRPr="009D7AEF">
        <w:rPr>
          <w:rFonts w:ascii="Arial" w:hAnsi="Arial" w:cs="Arial"/>
          <w:sz w:val="22"/>
          <w:szCs w:val="22"/>
        </w:rPr>
        <w:t xml:space="preserve">) </w:t>
      </w:r>
      <w:r w:rsidRPr="009D7AEF">
        <w:rPr>
          <w:rFonts w:ascii="Arial" w:hAnsi="Arial" w:cs="Arial"/>
          <w:spacing w:val="-4"/>
          <w:sz w:val="22"/>
          <w:szCs w:val="22"/>
        </w:rPr>
        <w:t>pro</w:t>
      </w:r>
      <w:r w:rsidR="009B1F04">
        <w:rPr>
          <w:rFonts w:ascii="Arial" w:hAnsi="Arial" w:cs="Arial"/>
          <w:spacing w:val="-4"/>
          <w:sz w:val="22"/>
          <w:szCs w:val="22"/>
        </w:rPr>
        <w:t xml:space="preserve"> silnici II/128. Jedná se o</w:t>
      </w:r>
      <w:r w:rsidR="005147EA">
        <w:rPr>
          <w:rFonts w:ascii="Arial" w:hAnsi="Arial" w:cs="Arial"/>
          <w:spacing w:val="-4"/>
          <w:sz w:val="22"/>
          <w:szCs w:val="22"/>
        </w:rPr>
        <w:t xml:space="preserve"> návrh nového</w:t>
      </w:r>
      <w:r w:rsidR="009B1F04">
        <w:rPr>
          <w:rFonts w:ascii="Arial" w:hAnsi="Arial" w:cs="Arial"/>
          <w:spacing w:val="-4"/>
          <w:sz w:val="22"/>
          <w:szCs w:val="22"/>
        </w:rPr>
        <w:t xml:space="preserve"> úsek</w:t>
      </w:r>
      <w:r w:rsidR="005147EA">
        <w:rPr>
          <w:rFonts w:ascii="Arial" w:hAnsi="Arial" w:cs="Arial"/>
          <w:spacing w:val="-4"/>
          <w:sz w:val="22"/>
          <w:szCs w:val="22"/>
        </w:rPr>
        <w:t>u</w:t>
      </w:r>
      <w:r w:rsidR="009B1F04">
        <w:rPr>
          <w:rFonts w:ascii="Arial" w:hAnsi="Arial" w:cs="Arial"/>
          <w:spacing w:val="-4"/>
          <w:sz w:val="22"/>
          <w:szCs w:val="22"/>
        </w:rPr>
        <w:t xml:space="preserve"> silnice</w:t>
      </w:r>
      <w:r w:rsidR="005147EA">
        <w:rPr>
          <w:rFonts w:ascii="Arial" w:hAnsi="Arial" w:cs="Arial"/>
          <w:spacing w:val="-4"/>
          <w:sz w:val="22"/>
          <w:szCs w:val="22"/>
        </w:rPr>
        <w:t xml:space="preserve"> v souladu s novým územním plánem </w:t>
      </w:r>
      <w:r w:rsidR="005F5C45">
        <w:rPr>
          <w:rFonts w:ascii="Arial" w:hAnsi="Arial" w:cs="Arial"/>
          <w:spacing w:val="-4"/>
          <w:sz w:val="22"/>
          <w:szCs w:val="22"/>
        </w:rPr>
        <w:t xml:space="preserve">města </w:t>
      </w:r>
      <w:r w:rsidR="005147EA">
        <w:rPr>
          <w:rFonts w:ascii="Arial" w:hAnsi="Arial" w:cs="Arial"/>
          <w:spacing w:val="-4"/>
          <w:sz w:val="22"/>
          <w:szCs w:val="22"/>
        </w:rPr>
        <w:t xml:space="preserve">Pacova (koridor vymezený pro dopravu). </w:t>
      </w:r>
      <w:r w:rsidR="00DD60B0">
        <w:rPr>
          <w:rFonts w:ascii="Arial" w:hAnsi="Arial" w:cs="Arial"/>
          <w:spacing w:val="-4"/>
          <w:sz w:val="22"/>
          <w:szCs w:val="22"/>
        </w:rPr>
        <w:t xml:space="preserve">Předmětem </w:t>
      </w:r>
      <w:r w:rsidR="00B75855">
        <w:rPr>
          <w:rFonts w:ascii="Arial" w:hAnsi="Arial" w:cs="Arial"/>
          <w:spacing w:val="-4"/>
          <w:sz w:val="22"/>
          <w:szCs w:val="22"/>
        </w:rPr>
        <w:t>studie</w:t>
      </w:r>
      <w:r w:rsidR="00DD60B0">
        <w:rPr>
          <w:rFonts w:ascii="Arial" w:hAnsi="Arial" w:cs="Arial"/>
          <w:spacing w:val="-4"/>
          <w:sz w:val="22"/>
          <w:szCs w:val="22"/>
        </w:rPr>
        <w:t xml:space="preserve"> bude n</w:t>
      </w:r>
      <w:r w:rsidR="005147EA">
        <w:rPr>
          <w:rFonts w:ascii="Arial" w:hAnsi="Arial" w:cs="Arial"/>
          <w:spacing w:val="-4"/>
          <w:sz w:val="22"/>
          <w:szCs w:val="22"/>
        </w:rPr>
        <w:t xml:space="preserve">apojení nové silnice </w:t>
      </w:r>
      <w:r w:rsidR="00F62E20">
        <w:rPr>
          <w:rFonts w:ascii="Arial" w:hAnsi="Arial" w:cs="Arial"/>
          <w:spacing w:val="-4"/>
          <w:sz w:val="22"/>
          <w:szCs w:val="22"/>
        </w:rPr>
        <w:t>n</w:t>
      </w:r>
      <w:r w:rsidR="005147EA">
        <w:rPr>
          <w:rFonts w:ascii="Arial" w:hAnsi="Arial" w:cs="Arial"/>
          <w:spacing w:val="-4"/>
          <w:sz w:val="22"/>
          <w:szCs w:val="22"/>
        </w:rPr>
        <w:t xml:space="preserve">a stávající II/128 </w:t>
      </w:r>
      <w:r w:rsidR="00F62E20">
        <w:rPr>
          <w:rFonts w:ascii="Arial" w:hAnsi="Arial" w:cs="Arial"/>
          <w:spacing w:val="-4"/>
          <w:sz w:val="22"/>
          <w:szCs w:val="22"/>
        </w:rPr>
        <w:t>v místě ukončení rekonstrukce silnice II/128 dle PD „II/128 Pacov – Lukavec, 2. a 3. stavba vypracovan</w:t>
      </w:r>
      <w:r w:rsidR="00DD60B0">
        <w:rPr>
          <w:rFonts w:ascii="Arial" w:hAnsi="Arial" w:cs="Arial"/>
          <w:spacing w:val="-4"/>
          <w:sz w:val="22"/>
          <w:szCs w:val="22"/>
        </w:rPr>
        <w:t>é</w:t>
      </w:r>
      <w:r w:rsidR="00F62E20">
        <w:rPr>
          <w:rFonts w:ascii="Arial" w:hAnsi="Arial" w:cs="Arial"/>
          <w:spacing w:val="-4"/>
          <w:sz w:val="22"/>
          <w:szCs w:val="22"/>
        </w:rPr>
        <w:t xml:space="preserve"> </w:t>
      </w:r>
      <w:r w:rsidR="005F5C45">
        <w:rPr>
          <w:rFonts w:ascii="Arial" w:hAnsi="Arial" w:cs="Arial"/>
          <w:spacing w:val="-4"/>
          <w:sz w:val="22"/>
          <w:szCs w:val="22"/>
        </w:rPr>
        <w:t>společností</w:t>
      </w:r>
      <w:r w:rsidR="00F62E20">
        <w:rPr>
          <w:rFonts w:ascii="Arial" w:hAnsi="Arial" w:cs="Arial"/>
          <w:spacing w:val="-4"/>
          <w:sz w:val="22"/>
          <w:szCs w:val="22"/>
        </w:rPr>
        <w:t xml:space="preserve"> PUDIS a.s., </w:t>
      </w:r>
      <w:r w:rsidR="000839A6" w:rsidRPr="000839A6">
        <w:rPr>
          <w:rFonts w:ascii="Arial" w:hAnsi="Arial" w:cs="Arial"/>
          <w:spacing w:val="-4"/>
          <w:sz w:val="22"/>
          <w:szCs w:val="22"/>
        </w:rPr>
        <w:t>Podbabská 1014/20, 160 00 Praha 6</w:t>
      </w:r>
      <w:r w:rsidR="005F5C45">
        <w:rPr>
          <w:rFonts w:ascii="Arial" w:hAnsi="Arial" w:cs="Arial"/>
          <w:spacing w:val="-4"/>
          <w:sz w:val="22"/>
          <w:szCs w:val="22"/>
        </w:rPr>
        <w:t>, IČO</w:t>
      </w:r>
      <w:r w:rsidR="000839A6">
        <w:rPr>
          <w:rFonts w:ascii="Arial" w:hAnsi="Arial" w:cs="Arial"/>
          <w:spacing w:val="-4"/>
          <w:sz w:val="22"/>
          <w:szCs w:val="22"/>
        </w:rPr>
        <w:t xml:space="preserve"> </w:t>
      </w:r>
      <w:r w:rsidR="000839A6" w:rsidRPr="000839A6">
        <w:rPr>
          <w:rFonts w:ascii="Arial" w:hAnsi="Arial" w:cs="Arial"/>
          <w:spacing w:val="-4"/>
          <w:sz w:val="22"/>
          <w:szCs w:val="22"/>
        </w:rPr>
        <w:t>45272891</w:t>
      </w:r>
      <w:r w:rsidR="00764188">
        <w:rPr>
          <w:rFonts w:ascii="Arial" w:hAnsi="Arial" w:cs="Arial"/>
          <w:spacing w:val="-4"/>
          <w:sz w:val="22"/>
          <w:szCs w:val="22"/>
        </w:rPr>
        <w:t>“</w:t>
      </w:r>
      <w:r w:rsidR="00C3567E">
        <w:rPr>
          <w:rFonts w:ascii="Arial" w:hAnsi="Arial" w:cs="Arial"/>
          <w:spacing w:val="-4"/>
          <w:sz w:val="22"/>
          <w:szCs w:val="22"/>
        </w:rPr>
        <w:t xml:space="preserve"> a </w:t>
      </w:r>
      <w:r w:rsidR="009A6A0B">
        <w:rPr>
          <w:rFonts w:ascii="Arial" w:hAnsi="Arial" w:cs="Arial"/>
          <w:spacing w:val="-4"/>
          <w:sz w:val="22"/>
          <w:szCs w:val="22"/>
        </w:rPr>
        <w:t>v místě označeném ve schematické situaci</w:t>
      </w:r>
      <w:r w:rsidR="00DD60B0">
        <w:rPr>
          <w:rFonts w:ascii="Arial" w:hAnsi="Arial" w:cs="Arial"/>
          <w:spacing w:val="-4"/>
          <w:sz w:val="22"/>
          <w:szCs w:val="22"/>
        </w:rPr>
        <w:t xml:space="preserve"> (viz zadávací dokumentace)</w:t>
      </w:r>
      <w:r w:rsidR="00C3567E">
        <w:rPr>
          <w:rFonts w:ascii="Arial" w:hAnsi="Arial" w:cs="Arial"/>
          <w:spacing w:val="-4"/>
          <w:sz w:val="22"/>
          <w:szCs w:val="22"/>
        </w:rPr>
        <w:t xml:space="preserve">. </w:t>
      </w:r>
      <w:r w:rsidR="00DD60B0">
        <w:rPr>
          <w:rFonts w:ascii="Arial" w:hAnsi="Arial" w:cs="Arial"/>
          <w:spacing w:val="-4"/>
          <w:sz w:val="22"/>
          <w:szCs w:val="22"/>
        </w:rPr>
        <w:t>Ú</w:t>
      </w:r>
      <w:r w:rsidR="00434CC4" w:rsidRPr="001D3C7B">
        <w:rPr>
          <w:rFonts w:ascii="Arial" w:hAnsi="Arial" w:cs="Arial"/>
          <w:spacing w:val="-4"/>
          <w:sz w:val="22"/>
          <w:szCs w:val="22"/>
        </w:rPr>
        <w:t>prava stávající komunikace</w:t>
      </w:r>
      <w:r w:rsidR="00DD60B0">
        <w:rPr>
          <w:rFonts w:ascii="Arial" w:hAnsi="Arial" w:cs="Arial"/>
          <w:spacing w:val="-4"/>
          <w:sz w:val="22"/>
          <w:szCs w:val="22"/>
        </w:rPr>
        <w:t xml:space="preserve"> bude navržena pouze</w:t>
      </w:r>
      <w:r w:rsidR="00434CC4" w:rsidRPr="001D3C7B">
        <w:rPr>
          <w:rFonts w:ascii="Arial" w:hAnsi="Arial" w:cs="Arial"/>
          <w:spacing w:val="-4"/>
          <w:sz w:val="22"/>
          <w:szCs w:val="22"/>
        </w:rPr>
        <w:t xml:space="preserve"> v nejnutnějším rozsahu.</w:t>
      </w:r>
      <w:r w:rsidR="009A6A0B">
        <w:rPr>
          <w:rFonts w:ascii="Arial" w:hAnsi="Arial" w:cs="Arial"/>
          <w:spacing w:val="-4"/>
          <w:sz w:val="22"/>
          <w:szCs w:val="22"/>
        </w:rPr>
        <w:t xml:space="preserve"> Dále by navržená trasa měla respektovat koridor pro budoucí obchvat</w:t>
      </w:r>
      <w:r w:rsidR="000839A6">
        <w:rPr>
          <w:rFonts w:ascii="Arial" w:hAnsi="Arial" w:cs="Arial"/>
          <w:spacing w:val="-4"/>
          <w:sz w:val="22"/>
          <w:szCs w:val="22"/>
        </w:rPr>
        <w:t xml:space="preserve"> města Pacov</w:t>
      </w:r>
      <w:r w:rsidR="009A6A0B">
        <w:rPr>
          <w:rFonts w:ascii="Arial" w:hAnsi="Arial" w:cs="Arial"/>
          <w:spacing w:val="-4"/>
          <w:sz w:val="22"/>
          <w:szCs w:val="22"/>
        </w:rPr>
        <w:t>, který je součástí ÚP.</w:t>
      </w:r>
      <w:r w:rsidR="003B70B9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4F2537AA" w14:textId="178CE3E1" w:rsidR="00E57073" w:rsidRDefault="003B70B9" w:rsidP="00CA09B6">
      <w:pPr>
        <w:spacing w:before="24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Studie by měla </w:t>
      </w:r>
      <w:r w:rsidR="00B75855">
        <w:rPr>
          <w:rFonts w:ascii="Arial" w:hAnsi="Arial" w:cs="Arial"/>
          <w:spacing w:val="-4"/>
          <w:sz w:val="22"/>
          <w:szCs w:val="22"/>
        </w:rPr>
        <w:t xml:space="preserve">být </w:t>
      </w:r>
      <w:r w:rsidR="00DD60B0">
        <w:rPr>
          <w:rFonts w:ascii="Arial" w:hAnsi="Arial" w:cs="Arial"/>
          <w:spacing w:val="-4"/>
          <w:sz w:val="22"/>
          <w:szCs w:val="22"/>
        </w:rPr>
        <w:t xml:space="preserve">rovněž koordinována </w:t>
      </w:r>
      <w:r w:rsidR="00E57073">
        <w:rPr>
          <w:rFonts w:ascii="Arial" w:hAnsi="Arial" w:cs="Arial"/>
          <w:spacing w:val="-4"/>
          <w:sz w:val="22"/>
          <w:szCs w:val="22"/>
        </w:rPr>
        <w:t xml:space="preserve">s připravovanou stavbou </w:t>
      </w:r>
      <w:r w:rsidR="00DD60B0">
        <w:rPr>
          <w:rFonts w:ascii="Arial" w:hAnsi="Arial" w:cs="Arial"/>
          <w:spacing w:val="-4"/>
          <w:sz w:val="22"/>
          <w:szCs w:val="22"/>
        </w:rPr>
        <w:t>„</w:t>
      </w:r>
      <w:r w:rsidR="00E57073">
        <w:rPr>
          <w:rFonts w:ascii="Arial" w:hAnsi="Arial" w:cs="Arial"/>
          <w:spacing w:val="-4"/>
          <w:sz w:val="22"/>
          <w:szCs w:val="22"/>
        </w:rPr>
        <w:t xml:space="preserve">Revitalizace toku </w:t>
      </w:r>
      <w:proofErr w:type="spellStart"/>
      <w:r w:rsidR="00E57073">
        <w:rPr>
          <w:rFonts w:ascii="Arial" w:hAnsi="Arial" w:cs="Arial"/>
          <w:spacing w:val="-4"/>
          <w:sz w:val="22"/>
          <w:szCs w:val="22"/>
        </w:rPr>
        <w:t>Jetři</w:t>
      </w:r>
      <w:r w:rsidR="00023B7B">
        <w:rPr>
          <w:rFonts w:ascii="Arial" w:hAnsi="Arial" w:cs="Arial"/>
          <w:spacing w:val="-4"/>
          <w:sz w:val="22"/>
          <w:szCs w:val="22"/>
        </w:rPr>
        <w:t>chovská</w:t>
      </w:r>
      <w:proofErr w:type="spellEnd"/>
      <w:r w:rsidR="00023B7B">
        <w:rPr>
          <w:rFonts w:ascii="Arial" w:hAnsi="Arial" w:cs="Arial"/>
          <w:spacing w:val="-4"/>
          <w:sz w:val="22"/>
          <w:szCs w:val="22"/>
        </w:rPr>
        <w:t>“</w:t>
      </w:r>
      <w:r w:rsidR="0030681C">
        <w:rPr>
          <w:rFonts w:ascii="Arial" w:hAnsi="Arial" w:cs="Arial"/>
          <w:spacing w:val="-4"/>
          <w:sz w:val="22"/>
          <w:szCs w:val="22"/>
        </w:rPr>
        <w:t xml:space="preserve"> (příslušná projektová dokumentace bude poskytnuta vybranému dodavateli)</w:t>
      </w:r>
      <w:r w:rsidR="00E57073">
        <w:rPr>
          <w:rFonts w:ascii="Arial" w:hAnsi="Arial" w:cs="Arial"/>
          <w:spacing w:val="-4"/>
          <w:sz w:val="22"/>
          <w:szCs w:val="22"/>
        </w:rPr>
        <w:t xml:space="preserve">. Je </w:t>
      </w:r>
      <w:r w:rsidR="00183314">
        <w:rPr>
          <w:rFonts w:ascii="Arial" w:hAnsi="Arial" w:cs="Arial"/>
          <w:spacing w:val="-4"/>
          <w:sz w:val="22"/>
          <w:szCs w:val="22"/>
        </w:rPr>
        <w:t xml:space="preserve">nezbytné </w:t>
      </w:r>
      <w:r w:rsidR="00E57073">
        <w:rPr>
          <w:rFonts w:ascii="Arial" w:hAnsi="Arial" w:cs="Arial"/>
          <w:spacing w:val="-4"/>
          <w:sz w:val="22"/>
          <w:szCs w:val="22"/>
        </w:rPr>
        <w:t>prověřit průběh inženýrských sítí</w:t>
      </w:r>
      <w:r w:rsidR="00B75855">
        <w:rPr>
          <w:rFonts w:ascii="Arial" w:hAnsi="Arial" w:cs="Arial"/>
          <w:spacing w:val="-4"/>
          <w:sz w:val="22"/>
          <w:szCs w:val="22"/>
        </w:rPr>
        <w:t xml:space="preserve"> (popř. návrh jejich</w:t>
      </w:r>
      <w:r w:rsidR="00E57073">
        <w:rPr>
          <w:rFonts w:ascii="Arial" w:hAnsi="Arial" w:cs="Arial"/>
          <w:spacing w:val="-4"/>
          <w:sz w:val="22"/>
          <w:szCs w:val="22"/>
        </w:rPr>
        <w:t xml:space="preserve"> přelož</w:t>
      </w:r>
      <w:r w:rsidR="00B75855">
        <w:rPr>
          <w:rFonts w:ascii="Arial" w:hAnsi="Arial" w:cs="Arial"/>
          <w:spacing w:val="-4"/>
          <w:sz w:val="22"/>
          <w:szCs w:val="22"/>
        </w:rPr>
        <w:t>e</w:t>
      </w:r>
      <w:r w:rsidR="00E57073">
        <w:rPr>
          <w:rFonts w:ascii="Arial" w:hAnsi="Arial" w:cs="Arial"/>
          <w:spacing w:val="-4"/>
          <w:sz w:val="22"/>
          <w:szCs w:val="22"/>
        </w:rPr>
        <w:t>k</w:t>
      </w:r>
      <w:r w:rsidR="00B75855">
        <w:rPr>
          <w:rFonts w:ascii="Arial" w:hAnsi="Arial" w:cs="Arial"/>
          <w:spacing w:val="-4"/>
          <w:sz w:val="22"/>
          <w:szCs w:val="22"/>
        </w:rPr>
        <w:t xml:space="preserve">) a </w:t>
      </w:r>
      <w:r w:rsidR="0030681C">
        <w:rPr>
          <w:rFonts w:ascii="Arial" w:hAnsi="Arial" w:cs="Arial"/>
          <w:spacing w:val="-4"/>
          <w:sz w:val="22"/>
          <w:szCs w:val="22"/>
        </w:rPr>
        <w:t xml:space="preserve">průběh </w:t>
      </w:r>
      <w:r w:rsidR="00F94B46">
        <w:rPr>
          <w:rFonts w:ascii="Arial" w:hAnsi="Arial" w:cs="Arial"/>
          <w:spacing w:val="-4"/>
          <w:sz w:val="22"/>
          <w:szCs w:val="22"/>
        </w:rPr>
        <w:t>meliorací a potřebu přepojení, možné dotčení potoků apod.</w:t>
      </w:r>
    </w:p>
    <w:p w14:paraId="20B9E272" w14:textId="12191419" w:rsidR="007D2AAF" w:rsidRPr="00C41B71" w:rsidRDefault="00B75855" w:rsidP="00764188">
      <w:pPr>
        <w:spacing w:before="24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Studie</w:t>
      </w:r>
      <w:r w:rsidR="00C16FD9">
        <w:rPr>
          <w:rFonts w:ascii="Arial" w:hAnsi="Arial" w:cs="Arial"/>
          <w:spacing w:val="-4"/>
          <w:sz w:val="22"/>
          <w:szCs w:val="22"/>
        </w:rPr>
        <w:t xml:space="preserve"> bude respektov</w:t>
      </w:r>
      <w:r>
        <w:rPr>
          <w:rFonts w:ascii="Arial" w:hAnsi="Arial" w:cs="Arial"/>
          <w:spacing w:val="-4"/>
          <w:sz w:val="22"/>
          <w:szCs w:val="22"/>
        </w:rPr>
        <w:t>at</w:t>
      </w:r>
      <w:r w:rsidR="00C16FD9">
        <w:rPr>
          <w:rFonts w:ascii="Arial" w:hAnsi="Arial" w:cs="Arial"/>
          <w:spacing w:val="-4"/>
          <w:sz w:val="22"/>
          <w:szCs w:val="22"/>
        </w:rPr>
        <w:t xml:space="preserve"> zachování </w:t>
      </w:r>
      <w:r w:rsidR="00EC6127">
        <w:rPr>
          <w:rFonts w:ascii="Arial" w:hAnsi="Arial" w:cs="Arial"/>
          <w:spacing w:val="-4"/>
          <w:sz w:val="22"/>
          <w:szCs w:val="22"/>
        </w:rPr>
        <w:t>stromové</w:t>
      </w:r>
      <w:r w:rsidR="00C16FD9">
        <w:rPr>
          <w:rFonts w:ascii="Arial" w:hAnsi="Arial" w:cs="Arial"/>
          <w:spacing w:val="-4"/>
          <w:sz w:val="22"/>
          <w:szCs w:val="22"/>
        </w:rPr>
        <w:t xml:space="preserve"> aleje na stávající silnici II/128</w:t>
      </w:r>
      <w:r>
        <w:rPr>
          <w:rFonts w:ascii="Arial" w:hAnsi="Arial" w:cs="Arial"/>
          <w:spacing w:val="-4"/>
          <w:sz w:val="22"/>
          <w:szCs w:val="22"/>
        </w:rPr>
        <w:t>, kde bude minimalizováno její</w:t>
      </w:r>
      <w:r w:rsidR="00C3567E">
        <w:rPr>
          <w:rFonts w:ascii="Arial" w:hAnsi="Arial" w:cs="Arial"/>
          <w:spacing w:val="-4"/>
          <w:sz w:val="22"/>
          <w:szCs w:val="22"/>
        </w:rPr>
        <w:t xml:space="preserve"> kácení (požadavek města Pacov).</w:t>
      </w:r>
    </w:p>
    <w:p w14:paraId="7109421F" w14:textId="77777777" w:rsidR="00F06311" w:rsidRPr="009D7AEF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B3A8B9D" w14:textId="12C476B8" w:rsidR="00F06311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7AEF">
        <w:rPr>
          <w:rFonts w:ascii="Arial" w:hAnsi="Arial" w:cs="Arial"/>
          <w:sz w:val="22"/>
          <w:szCs w:val="22"/>
        </w:rPr>
        <w:t>Komplexní předmět plnění veřejné zakázky je podrobně specifikován v</w:t>
      </w:r>
      <w:r w:rsidR="00764188">
        <w:rPr>
          <w:rFonts w:ascii="Arial" w:hAnsi="Arial" w:cs="Arial"/>
          <w:sz w:val="22"/>
          <w:szCs w:val="22"/>
        </w:rPr>
        <w:t> návrhu smlouvy o dílo</w:t>
      </w:r>
      <w:r w:rsidRPr="009D7AEF">
        <w:rPr>
          <w:rFonts w:ascii="Arial" w:hAnsi="Arial" w:cs="Arial"/>
          <w:sz w:val="22"/>
          <w:szCs w:val="22"/>
        </w:rPr>
        <w:t xml:space="preserve"> (viz zadávací dokumentace).</w:t>
      </w:r>
    </w:p>
    <w:p w14:paraId="600AAC52" w14:textId="20BA4119" w:rsidR="00764188" w:rsidRDefault="007641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481BF07" w14:textId="77777777" w:rsidR="00F3025D" w:rsidRPr="00691D1A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91D1A">
        <w:rPr>
          <w:rFonts w:ascii="Arial" w:hAnsi="Arial" w:cs="Arial"/>
          <w:b/>
          <w:bCs/>
          <w:sz w:val="22"/>
          <w:szCs w:val="22"/>
        </w:rPr>
        <w:lastRenderedPageBreak/>
        <w:t>Termíny plnění veřejné zakázky</w:t>
      </w:r>
    </w:p>
    <w:p w14:paraId="508A1EF9" w14:textId="77777777" w:rsidR="00F3025D" w:rsidRPr="00691D1A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Pro vypracování předmětu plnění se stanoví následující dílčí termíny:</w:t>
      </w:r>
    </w:p>
    <w:p w14:paraId="5DD30F78" w14:textId="66E25D75" w:rsidR="00F3025D" w:rsidRPr="00691D1A" w:rsidRDefault="00F3025D" w:rsidP="009A6442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Zahájení realizace po podpisu smlouvy</w:t>
      </w:r>
      <w:r w:rsidR="003F2D38" w:rsidRPr="00691D1A">
        <w:rPr>
          <w:rFonts w:ascii="Arial" w:hAnsi="Arial" w:cs="Arial"/>
          <w:sz w:val="22"/>
          <w:szCs w:val="22"/>
        </w:rPr>
        <w:tab/>
      </w:r>
      <w:r w:rsidR="00875DF6" w:rsidRPr="00CC6A1C">
        <w:rPr>
          <w:rFonts w:ascii="Arial" w:hAnsi="Arial" w:cs="Arial"/>
          <w:sz w:val="22"/>
          <w:szCs w:val="22"/>
        </w:rPr>
        <w:t xml:space="preserve">předpoklad </w:t>
      </w:r>
      <w:r w:rsidR="00EF2760" w:rsidRPr="00CC6A1C">
        <w:rPr>
          <w:rFonts w:ascii="Arial" w:hAnsi="Arial" w:cs="Arial"/>
          <w:sz w:val="22"/>
          <w:szCs w:val="22"/>
        </w:rPr>
        <w:t>0</w:t>
      </w:r>
      <w:r w:rsidR="00CC6A1C">
        <w:rPr>
          <w:rFonts w:ascii="Arial" w:hAnsi="Arial" w:cs="Arial"/>
          <w:sz w:val="22"/>
          <w:szCs w:val="22"/>
        </w:rPr>
        <w:t>2</w:t>
      </w:r>
      <w:r w:rsidR="00EF2760" w:rsidRPr="00CC6A1C">
        <w:rPr>
          <w:rFonts w:ascii="Arial" w:hAnsi="Arial" w:cs="Arial"/>
          <w:sz w:val="22"/>
          <w:szCs w:val="22"/>
        </w:rPr>
        <w:t>/2021</w:t>
      </w:r>
    </w:p>
    <w:p w14:paraId="050566B5" w14:textId="77777777" w:rsidR="00A904E2" w:rsidRPr="00691D1A" w:rsidRDefault="00B7044D" w:rsidP="001E7129">
      <w:pPr>
        <w:spacing w:line="264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ab/>
      </w:r>
    </w:p>
    <w:p w14:paraId="3B41E7C0" w14:textId="49AE8596" w:rsidR="001E7129" w:rsidRPr="00691D1A" w:rsidRDefault="001A4CD3" w:rsidP="001E7129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Předání vyhledávací</w:t>
      </w:r>
      <w:r w:rsidR="001E7129" w:rsidRPr="00691D1A">
        <w:rPr>
          <w:rFonts w:ascii="Arial" w:hAnsi="Arial" w:cs="Arial"/>
          <w:sz w:val="22"/>
          <w:szCs w:val="22"/>
        </w:rPr>
        <w:t xml:space="preserve"> studie</w:t>
      </w:r>
      <w:r w:rsidR="001E7129" w:rsidRPr="00691D1A">
        <w:rPr>
          <w:rFonts w:ascii="Arial" w:hAnsi="Arial" w:cs="Arial"/>
          <w:sz w:val="22"/>
          <w:szCs w:val="22"/>
        </w:rPr>
        <w:tab/>
      </w:r>
      <w:r w:rsidRPr="00CC6A1C">
        <w:rPr>
          <w:rFonts w:ascii="Arial" w:hAnsi="Arial" w:cs="Arial"/>
          <w:sz w:val="22"/>
          <w:szCs w:val="22"/>
        </w:rPr>
        <w:t>10. 1</w:t>
      </w:r>
      <w:r w:rsidR="00CC6A1C">
        <w:rPr>
          <w:rFonts w:ascii="Arial" w:hAnsi="Arial" w:cs="Arial"/>
          <w:sz w:val="22"/>
          <w:szCs w:val="22"/>
        </w:rPr>
        <w:t>1</w:t>
      </w:r>
      <w:r w:rsidR="00EF2760" w:rsidRPr="00CC6A1C">
        <w:rPr>
          <w:rFonts w:ascii="Arial" w:hAnsi="Arial" w:cs="Arial"/>
          <w:sz w:val="22"/>
          <w:szCs w:val="22"/>
        </w:rPr>
        <w:t>. 2021</w:t>
      </w:r>
    </w:p>
    <w:p w14:paraId="6A647ADA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BC9EFB0" w14:textId="13419E4A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pacing w:val="-4"/>
          <w:sz w:val="22"/>
          <w:szCs w:val="22"/>
        </w:rPr>
        <w:t xml:space="preserve">Zhotovitel předloží objednateli k odsouhlasení koncept </w:t>
      </w:r>
      <w:r w:rsidR="00B75855">
        <w:rPr>
          <w:rFonts w:ascii="Arial" w:hAnsi="Arial" w:cs="Arial"/>
          <w:spacing w:val="-4"/>
          <w:sz w:val="22"/>
          <w:szCs w:val="22"/>
        </w:rPr>
        <w:t>studie</w:t>
      </w:r>
      <w:r w:rsidRPr="00691D1A">
        <w:rPr>
          <w:rFonts w:ascii="Arial" w:hAnsi="Arial" w:cs="Arial"/>
          <w:spacing w:val="-4"/>
          <w:sz w:val="22"/>
          <w:szCs w:val="22"/>
        </w:rPr>
        <w:t xml:space="preserve"> v plném rozsahu</w:t>
      </w:r>
      <w:r w:rsidR="003F2D38" w:rsidRPr="00691D1A">
        <w:rPr>
          <w:rFonts w:ascii="Arial" w:hAnsi="Arial" w:cs="Arial"/>
          <w:spacing w:val="-4"/>
          <w:sz w:val="22"/>
          <w:szCs w:val="22"/>
        </w:rPr>
        <w:t>,</w:t>
      </w:r>
      <w:r w:rsidRPr="00691D1A">
        <w:rPr>
          <w:rFonts w:ascii="Arial" w:hAnsi="Arial" w:cs="Arial"/>
          <w:spacing w:val="-4"/>
          <w:sz w:val="22"/>
          <w:szCs w:val="22"/>
        </w:rPr>
        <w:t xml:space="preserve"> a to nejpozději</w:t>
      </w:r>
      <w:r w:rsidRPr="00691D1A">
        <w:rPr>
          <w:rFonts w:ascii="Arial" w:hAnsi="Arial" w:cs="Arial"/>
          <w:sz w:val="22"/>
          <w:szCs w:val="22"/>
        </w:rPr>
        <w:t xml:space="preserve"> dva týdny před předáním čistopisu. </w:t>
      </w:r>
    </w:p>
    <w:p w14:paraId="7CFCFB64" w14:textId="77777777" w:rsidR="00F3025D" w:rsidRPr="00691D1A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0451DF9" w14:textId="77777777" w:rsidR="00F3025D" w:rsidRPr="004627D7" w:rsidRDefault="00F3025D" w:rsidP="00031AD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691D1A">
        <w:rPr>
          <w:rFonts w:ascii="Arial" w:hAnsi="Arial" w:cs="Arial"/>
          <w:i/>
          <w:sz w:val="22"/>
          <w:szCs w:val="22"/>
        </w:rPr>
        <w:t>Termín zahájení plnění veřejné zakázky je podmíněn zadáním zakázky. Zadavatel si vyhrazuje právo změnit předpokládaný termín plnění</w:t>
      </w:r>
      <w:r w:rsidRPr="003F4B67">
        <w:rPr>
          <w:rFonts w:ascii="Arial" w:hAnsi="Arial" w:cs="Arial"/>
          <w:i/>
          <w:sz w:val="22"/>
          <w:szCs w:val="22"/>
        </w:rPr>
        <w:t xml:space="preserve"> veřejné zakázky s ohledem na případné prodloužení zadávacího řízení.</w:t>
      </w:r>
    </w:p>
    <w:p w14:paraId="469B89A3" w14:textId="77777777" w:rsidR="00F3025D" w:rsidRPr="004627D7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4627D7">
        <w:rPr>
          <w:rFonts w:ascii="Arial" w:hAnsi="Arial" w:cs="Arial"/>
          <w:b/>
          <w:bCs/>
          <w:sz w:val="22"/>
          <w:szCs w:val="22"/>
        </w:rPr>
        <w:t>Předpokládaná hodnota veřejné zakázky</w:t>
      </w:r>
    </w:p>
    <w:p w14:paraId="57FC042F" w14:textId="77777777" w:rsidR="00F3025D" w:rsidRPr="00320015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EF2E95">
        <w:rPr>
          <w:rFonts w:ascii="Arial" w:hAnsi="Arial" w:cs="Arial"/>
          <w:sz w:val="22"/>
          <w:szCs w:val="22"/>
        </w:rPr>
        <w:t>činí  </w:t>
      </w:r>
      <w:r w:rsidR="001A4CD3" w:rsidRPr="00764188">
        <w:rPr>
          <w:rFonts w:ascii="Arial" w:hAnsi="Arial"/>
          <w:sz w:val="22"/>
        </w:rPr>
        <w:t>900</w:t>
      </w:r>
      <w:r w:rsidRPr="00764188">
        <w:rPr>
          <w:rFonts w:ascii="Arial" w:hAnsi="Arial"/>
          <w:sz w:val="22"/>
        </w:rPr>
        <w:t xml:space="preserve"> 000</w:t>
      </w:r>
      <w:r w:rsidRPr="00764188">
        <w:rPr>
          <w:rFonts w:ascii="Arial" w:hAnsi="Arial" w:cs="Arial"/>
          <w:sz w:val="22"/>
          <w:szCs w:val="22"/>
        </w:rPr>
        <w:t>,- Kč bez</w:t>
      </w:r>
      <w:r w:rsidRPr="00471A7D">
        <w:rPr>
          <w:rFonts w:ascii="Arial" w:hAnsi="Arial" w:cs="Arial"/>
          <w:sz w:val="22"/>
          <w:szCs w:val="22"/>
        </w:rPr>
        <w:t xml:space="preserve"> DPH.</w:t>
      </w:r>
    </w:p>
    <w:p w14:paraId="7A397455" w14:textId="77777777" w:rsidR="00F3025D" w:rsidRPr="00EF2760" w:rsidRDefault="00F3025D" w:rsidP="00031AD6">
      <w:pPr>
        <w:pStyle w:val="Nzev"/>
        <w:shd w:val="pct15" w:color="auto" w:fill="FFFFFF"/>
        <w:spacing w:before="24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4.</w:t>
      </w:r>
      <w:r w:rsidRPr="00EF2760">
        <w:rPr>
          <w:rFonts w:ascii="Arial" w:hAnsi="Arial" w:cs="Arial"/>
          <w:sz w:val="22"/>
          <w:szCs w:val="22"/>
        </w:rPr>
        <w:tab/>
        <w:t>Klasifikace předmětu veřejné zakázky</w:t>
      </w:r>
    </w:p>
    <w:p w14:paraId="0930EB5A" w14:textId="77777777" w:rsidR="003F2D38" w:rsidRPr="00EF2760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Hlavní předmět</w:t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  <w:t>CPV</w:t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</w:p>
    <w:p w14:paraId="34C18296" w14:textId="77777777" w:rsidR="003F2D38" w:rsidRPr="00EF2760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Architektonické, technické a zeměměřičské služby</w:t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  <w:t>71250000-5</w:t>
      </w:r>
    </w:p>
    <w:p w14:paraId="7EBB7261" w14:textId="77777777" w:rsidR="003F2D38" w:rsidRPr="00EF2760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Příprava návrhů a projektů, odhad nákladů</w:t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</w:r>
      <w:r w:rsidRPr="00EF2760">
        <w:rPr>
          <w:rFonts w:ascii="Arial" w:hAnsi="Arial" w:cs="Arial"/>
          <w:sz w:val="22"/>
          <w:szCs w:val="22"/>
        </w:rPr>
        <w:tab/>
        <w:t xml:space="preserve">71242000-6 </w:t>
      </w:r>
    </w:p>
    <w:p w14:paraId="781FF4C9" w14:textId="77777777" w:rsidR="00750A22" w:rsidRPr="00EF2760" w:rsidRDefault="00BC6F7A" w:rsidP="0075022B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F2760">
        <w:rPr>
          <w:rFonts w:ascii="Arial" w:hAnsi="Arial" w:cs="Arial"/>
          <w:b/>
          <w:bCs/>
          <w:sz w:val="22"/>
          <w:szCs w:val="22"/>
        </w:rPr>
        <w:t>Kvalifikační předpoklady pro plnění veřejné zakázky</w:t>
      </w:r>
    </w:p>
    <w:p w14:paraId="7CFEC577" w14:textId="77777777" w:rsidR="00722F41" w:rsidRPr="00EF2760" w:rsidRDefault="00722F41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F2760">
        <w:rPr>
          <w:rFonts w:ascii="Arial" w:hAnsi="Arial" w:cs="Arial"/>
          <w:sz w:val="22"/>
          <w:szCs w:val="22"/>
        </w:rPr>
        <w:t>Kvalifikovaným</w:t>
      </w:r>
      <w:proofErr w:type="gramEnd"/>
      <w:r w:rsidRPr="00EF2760">
        <w:rPr>
          <w:rFonts w:ascii="Arial" w:hAnsi="Arial" w:cs="Arial"/>
          <w:sz w:val="22"/>
          <w:szCs w:val="22"/>
        </w:rPr>
        <w:t xml:space="preserve">, resp. způsobilým, pro splnění této veřejné zakázky je dodavatel, </w:t>
      </w:r>
      <w:proofErr w:type="gramStart"/>
      <w:r w:rsidRPr="00EF2760">
        <w:rPr>
          <w:rFonts w:ascii="Arial" w:hAnsi="Arial" w:cs="Arial"/>
          <w:sz w:val="22"/>
          <w:szCs w:val="22"/>
        </w:rPr>
        <w:t>který:</w:t>
      </w:r>
      <w:proofErr w:type="gramEnd"/>
    </w:p>
    <w:p w14:paraId="54EA6F93" w14:textId="77777777" w:rsidR="00722F41" w:rsidRPr="00EF2760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prokáže splnění základní způsobilosti,</w:t>
      </w:r>
    </w:p>
    <w:p w14:paraId="40C7324B" w14:textId="77777777" w:rsidR="00722F41" w:rsidRPr="00EF2760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prokáže splnění profesní způsobilosti,</w:t>
      </w:r>
    </w:p>
    <w:p w14:paraId="34E1438F" w14:textId="77777777" w:rsidR="00722F41" w:rsidRPr="00EF2760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prokáže splnění technické kvalifikace.</w:t>
      </w:r>
    </w:p>
    <w:p w14:paraId="40E99666" w14:textId="77777777" w:rsidR="00722F41" w:rsidRPr="00EF2760" w:rsidRDefault="00722F41" w:rsidP="00031AD6">
      <w:pPr>
        <w:pStyle w:val="bntext"/>
        <w:spacing w:before="120" w:line="288" w:lineRule="auto"/>
        <w:rPr>
          <w:szCs w:val="22"/>
        </w:rPr>
      </w:pPr>
      <w:r w:rsidRPr="00EF2760">
        <w:rPr>
          <w:spacing w:val="-4"/>
          <w:szCs w:val="22"/>
        </w:rPr>
        <w:t xml:space="preserve">Doklady prokazující splnění základní způsobilosti a výpis z obchodního rejstříku </w:t>
      </w:r>
      <w:r w:rsidR="00B75855">
        <w:rPr>
          <w:spacing w:val="-4"/>
          <w:szCs w:val="22"/>
        </w:rPr>
        <w:t xml:space="preserve">(je-li v něm dodavatel zapsán) </w:t>
      </w:r>
      <w:r w:rsidRPr="00EF2760">
        <w:rPr>
          <w:spacing w:val="-4"/>
          <w:szCs w:val="22"/>
        </w:rPr>
        <w:t>nesmějí být ke dni</w:t>
      </w:r>
      <w:r w:rsidRPr="00EF2760">
        <w:rPr>
          <w:szCs w:val="22"/>
        </w:rPr>
        <w:t xml:space="preserve"> podání nabídky starší 3 měsíců.</w:t>
      </w:r>
    </w:p>
    <w:p w14:paraId="5C3B8B8A" w14:textId="77777777" w:rsidR="0075022B" w:rsidRPr="00EF2760" w:rsidRDefault="0075022B" w:rsidP="0075022B">
      <w:pPr>
        <w:pStyle w:val="bntext"/>
        <w:spacing w:before="120"/>
        <w:rPr>
          <w:szCs w:val="22"/>
        </w:rPr>
      </w:pPr>
    </w:p>
    <w:p w14:paraId="736507B8" w14:textId="77777777" w:rsidR="00AF2816" w:rsidRPr="00EF2760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EF2760">
        <w:rPr>
          <w:u w:val="single"/>
        </w:rPr>
        <w:t xml:space="preserve">Základní </w:t>
      </w:r>
      <w:bookmarkEnd w:id="1"/>
      <w:r w:rsidRPr="00EF2760">
        <w:rPr>
          <w:u w:val="single"/>
        </w:rPr>
        <w:t xml:space="preserve">způsobilost </w:t>
      </w:r>
    </w:p>
    <w:p w14:paraId="05E60ED7" w14:textId="57623873" w:rsidR="00AF2816" w:rsidRPr="00EF2760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 w:rsidRPr="00EF2760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EF2760">
        <w:rPr>
          <w:rFonts w:ascii="Arial" w:hAnsi="Arial" w:cs="Arial"/>
          <w:sz w:val="22"/>
          <w:szCs w:val="22"/>
        </w:rPr>
        <w:t xml:space="preserve">o splnění předpokladů (viz </w:t>
      </w:r>
      <w:r w:rsidR="00855BB3" w:rsidRPr="00EF2760">
        <w:rPr>
          <w:rFonts w:ascii="Arial" w:hAnsi="Arial" w:cs="Arial"/>
          <w:sz w:val="22"/>
          <w:szCs w:val="22"/>
        </w:rPr>
        <w:t>zadávací dokumentace</w:t>
      </w:r>
      <w:r w:rsidRPr="00EF2760">
        <w:rPr>
          <w:rFonts w:ascii="Arial" w:hAnsi="Arial" w:cs="Arial"/>
          <w:sz w:val="22"/>
          <w:szCs w:val="22"/>
        </w:rPr>
        <w:t>).</w:t>
      </w:r>
    </w:p>
    <w:p w14:paraId="65D3FE48" w14:textId="77777777" w:rsidR="0053507C" w:rsidRPr="00EF2760" w:rsidRDefault="0053507C" w:rsidP="0053507C">
      <w:pPr>
        <w:jc w:val="both"/>
        <w:rPr>
          <w:rFonts w:ascii="Arial" w:hAnsi="Arial" w:cs="Arial"/>
          <w:sz w:val="22"/>
          <w:szCs w:val="22"/>
        </w:rPr>
      </w:pPr>
    </w:p>
    <w:p w14:paraId="10CF087F" w14:textId="77777777" w:rsidR="00F55188" w:rsidRPr="00EF2760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EF2760">
        <w:rPr>
          <w:u w:val="single"/>
        </w:rPr>
        <w:t xml:space="preserve">Profesní způsobilost </w:t>
      </w:r>
    </w:p>
    <w:p w14:paraId="718598AC" w14:textId="77777777" w:rsidR="00F55188" w:rsidRPr="00EF2760" w:rsidRDefault="00F55188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EF2760">
        <w:rPr>
          <w:rFonts w:ascii="Arial" w:hAnsi="Arial" w:cs="Arial"/>
          <w:b/>
          <w:sz w:val="22"/>
          <w:szCs w:val="22"/>
        </w:rPr>
        <w:t>výpisu</w:t>
      </w:r>
      <w:r w:rsidRPr="00EF2760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EF2760">
        <w:rPr>
          <w:rFonts w:ascii="Arial" w:hAnsi="Arial" w:cs="Arial"/>
          <w:spacing w:val="-2"/>
          <w:sz w:val="22"/>
          <w:szCs w:val="22"/>
        </w:rPr>
        <w:t>, pokud</w:t>
      </w:r>
      <w:r w:rsidRPr="00EF2760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2D3EE297" w14:textId="77777777" w:rsidR="00F55188" w:rsidRPr="00EF2760" w:rsidRDefault="00F55188" w:rsidP="00031AD6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6087881B" w14:textId="77777777" w:rsidR="00F55188" w:rsidRPr="00EF2760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EF2760">
        <w:rPr>
          <w:rFonts w:ascii="Arial" w:hAnsi="Arial" w:cs="Arial"/>
        </w:rPr>
        <w:t xml:space="preserve">Dodavatel předloží </w:t>
      </w:r>
      <w:r w:rsidRPr="00EF2760">
        <w:rPr>
          <w:rFonts w:ascii="Arial" w:hAnsi="Arial" w:cs="Arial"/>
          <w:b/>
        </w:rPr>
        <w:t>doklad o oprávnění podnikat</w:t>
      </w:r>
      <w:r w:rsidRPr="00EF2760">
        <w:rPr>
          <w:rFonts w:ascii="Arial" w:hAnsi="Arial" w:cs="Arial"/>
        </w:rPr>
        <w:t xml:space="preserve"> v rozsahu odpovídajícím předmětu veřejné zakázky.</w:t>
      </w:r>
      <w:r w:rsidRPr="00EF2760">
        <w:rPr>
          <w:rFonts w:ascii="Arial" w:hAnsi="Arial" w:cs="Arial"/>
          <w:spacing w:val="-6"/>
        </w:rPr>
        <w:t xml:space="preserve"> Dodavatel za tímto účelem předloží živnostenské</w:t>
      </w:r>
      <w:r w:rsidRPr="00EF2760">
        <w:rPr>
          <w:rFonts w:ascii="Arial" w:hAnsi="Arial" w:cs="Arial"/>
        </w:rPr>
        <w:t xml:space="preserve"> oprávnění či licenci pro živnosti: „</w:t>
      </w:r>
      <w:r w:rsidRPr="00EF2760">
        <w:rPr>
          <w:rFonts w:ascii="Arial" w:hAnsi="Arial" w:cs="Arial"/>
          <w:b/>
        </w:rPr>
        <w:t>Projektová činnost ve výstavbě“</w:t>
      </w:r>
      <w:r w:rsidR="00EF03C8" w:rsidRPr="00EF2760">
        <w:rPr>
          <w:rFonts w:ascii="Arial" w:hAnsi="Arial" w:cs="Arial"/>
          <w:b/>
        </w:rPr>
        <w:t xml:space="preserve"> a „Výkon zeměměřických činností“</w:t>
      </w:r>
      <w:r w:rsidR="00B0614F" w:rsidRPr="00EF2760">
        <w:rPr>
          <w:rFonts w:ascii="Arial" w:hAnsi="Arial" w:cs="Arial"/>
        </w:rPr>
        <w:t>.</w:t>
      </w:r>
    </w:p>
    <w:p w14:paraId="4A7D5810" w14:textId="77777777" w:rsidR="00F55188" w:rsidRPr="00EF2760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45A83900" w14:textId="77777777" w:rsidR="00F55188" w:rsidRPr="00EF2760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EF2760">
        <w:rPr>
          <w:rFonts w:ascii="Arial" w:hAnsi="Arial" w:cs="Arial"/>
          <w:spacing w:val="-2"/>
        </w:rPr>
        <w:t>Zadavatel požaduje, aby dodavatel předložil doklad,</w:t>
      </w:r>
      <w:r w:rsidRPr="00EF2760">
        <w:rPr>
          <w:rFonts w:ascii="Arial" w:hAnsi="Arial" w:cs="Arial"/>
          <w:spacing w:val="2"/>
        </w:rPr>
        <w:t xml:space="preserve"> </w:t>
      </w:r>
      <w:r w:rsidRPr="00EF2760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EF2760">
        <w:rPr>
          <w:rFonts w:ascii="Arial" w:hAnsi="Arial" w:cs="Arial"/>
          <w:u w:val="single"/>
        </w:rPr>
        <w:t>Dodavatel předloží doklady v rozsahu:</w:t>
      </w:r>
      <w:r w:rsidRPr="00EF2760">
        <w:rPr>
          <w:rFonts w:ascii="Arial" w:hAnsi="Arial" w:cs="Arial"/>
        </w:rPr>
        <w:t xml:space="preserve">  </w:t>
      </w:r>
    </w:p>
    <w:p w14:paraId="619F9103" w14:textId="77777777" w:rsidR="005E424F" w:rsidRPr="00EF2760" w:rsidRDefault="001635ED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EF2760">
        <w:rPr>
          <w:rFonts w:ascii="Arial" w:hAnsi="Arial" w:cs="Arial"/>
          <w:b/>
          <w:spacing w:val="-6"/>
        </w:rPr>
        <w:t>- osvědčení</w:t>
      </w:r>
      <w:r w:rsidR="00F55188" w:rsidRPr="00EF2760">
        <w:rPr>
          <w:rFonts w:ascii="Arial" w:hAnsi="Arial" w:cs="Arial"/>
          <w:b/>
          <w:spacing w:val="-6"/>
        </w:rPr>
        <w:t xml:space="preserve"> o autorizaci </w:t>
      </w:r>
      <w:r w:rsidR="00B911AA" w:rsidRPr="00B911AA">
        <w:rPr>
          <w:rFonts w:ascii="Arial" w:hAnsi="Arial" w:cs="Arial"/>
          <w:b/>
          <w:spacing w:val="-6"/>
        </w:rPr>
        <w:t xml:space="preserve">nebo osvědčení o registraci </w:t>
      </w:r>
      <w:r w:rsidR="00F55188" w:rsidRPr="00EF2760">
        <w:rPr>
          <w:rFonts w:ascii="Arial" w:hAnsi="Arial" w:cs="Arial"/>
          <w:b/>
          <w:spacing w:val="-6"/>
        </w:rPr>
        <w:t>pro obor dopravní stavby</w:t>
      </w:r>
      <w:r w:rsidR="00F55188" w:rsidRPr="00EF2760">
        <w:rPr>
          <w:rFonts w:ascii="Arial" w:hAnsi="Arial" w:cs="Arial"/>
          <w:spacing w:val="-6"/>
        </w:rPr>
        <w:t xml:space="preserve"> vydan</w:t>
      </w:r>
      <w:r w:rsidR="00DC3912" w:rsidRPr="00EF2760">
        <w:rPr>
          <w:rFonts w:ascii="Arial" w:hAnsi="Arial" w:cs="Arial"/>
          <w:spacing w:val="-6"/>
        </w:rPr>
        <w:t>é</w:t>
      </w:r>
      <w:r w:rsidR="00F55188" w:rsidRPr="00EF2760">
        <w:rPr>
          <w:rFonts w:ascii="Arial" w:hAnsi="Arial" w:cs="Arial"/>
          <w:spacing w:val="-6"/>
        </w:rPr>
        <w:t xml:space="preserve"> dle zákona č. 360/1992 Sb., o výkonu </w:t>
      </w:r>
      <w:r w:rsidR="00F55188" w:rsidRPr="00EF2760">
        <w:rPr>
          <w:rFonts w:ascii="Arial" w:hAnsi="Arial" w:cs="Arial"/>
          <w:spacing w:val="-2"/>
        </w:rPr>
        <w:t>povolání autorizovaných architektů a o výkonu povolání autorizovaných inženýrů a techniků činných</w:t>
      </w:r>
      <w:r w:rsidR="00F55188" w:rsidRPr="00EF2760">
        <w:rPr>
          <w:rFonts w:ascii="Arial" w:hAnsi="Arial" w:cs="Arial"/>
        </w:rPr>
        <w:t xml:space="preserve"> ve výstavb</w:t>
      </w:r>
      <w:r w:rsidR="00945993" w:rsidRPr="00EF2760">
        <w:rPr>
          <w:rFonts w:ascii="Arial" w:hAnsi="Arial" w:cs="Arial"/>
        </w:rPr>
        <w:t>ě, ve znění pozdějších předpisů</w:t>
      </w:r>
      <w:r w:rsidR="005E424F" w:rsidRPr="00EF2760">
        <w:rPr>
          <w:rFonts w:ascii="Arial" w:hAnsi="Arial" w:cs="Arial"/>
        </w:rPr>
        <w:t>,</w:t>
      </w:r>
      <w:r w:rsidR="00B911AA">
        <w:rPr>
          <w:rFonts w:ascii="Arial" w:hAnsi="Arial" w:cs="Arial"/>
        </w:rPr>
        <w:t xml:space="preserve"> nebo jiný rovnocenný doklad,</w:t>
      </w:r>
    </w:p>
    <w:p w14:paraId="418AFC07" w14:textId="77777777" w:rsidR="0095541A" w:rsidRPr="00EF2760" w:rsidRDefault="0095541A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EF2760">
        <w:rPr>
          <w:rFonts w:ascii="Arial" w:hAnsi="Arial" w:cs="Arial"/>
        </w:rPr>
        <w:t xml:space="preserve">- </w:t>
      </w:r>
      <w:r w:rsidRPr="00EF2760">
        <w:rPr>
          <w:rFonts w:ascii="Arial" w:hAnsi="Arial" w:cs="Arial"/>
          <w:b/>
        </w:rPr>
        <w:t>úřední oprávnění pro ověřování výsledků zeměměřických činností</w:t>
      </w:r>
      <w:r w:rsidRPr="00EF2760">
        <w:rPr>
          <w:rFonts w:ascii="Arial" w:hAnsi="Arial" w:cs="Arial"/>
        </w:rPr>
        <w:t xml:space="preserve"> dle zákona č. 200/1994 Sb., o zeměměřičství a o změně a doplnění některých zákonů souvisejících s jeho zavedením, ve znění pozdějších předpisů, v rozsahu uvedeném v § 13 odst. 1 písm. c) cit. </w:t>
      </w:r>
      <w:proofErr w:type="gramStart"/>
      <w:r w:rsidR="00CF7D42" w:rsidRPr="00EF2760">
        <w:rPr>
          <w:rFonts w:ascii="Arial" w:hAnsi="Arial" w:cs="Arial"/>
        </w:rPr>
        <w:t>zákona</w:t>
      </w:r>
      <w:proofErr w:type="gramEnd"/>
      <w:r w:rsidRPr="00EF2760">
        <w:rPr>
          <w:rFonts w:ascii="Arial" w:hAnsi="Arial" w:cs="Arial"/>
        </w:rPr>
        <w:t>, a to pro osobu nebo osoby, jejichž prostřednictvím odbornou způsobilost zabezpečuje.</w:t>
      </w:r>
    </w:p>
    <w:p w14:paraId="0BF36D84" w14:textId="77777777" w:rsidR="00565F92" w:rsidRPr="00EF2760" w:rsidRDefault="00565F92" w:rsidP="005350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BD13AF" w14:textId="77777777" w:rsidR="009C7D1C" w:rsidRPr="00EF276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EF2760">
        <w:rPr>
          <w:u w:val="single"/>
        </w:rPr>
        <w:t xml:space="preserve">Technická kvalifikace </w:t>
      </w:r>
    </w:p>
    <w:p w14:paraId="34A8D2ED" w14:textId="6E1C7D20" w:rsidR="009C7D1C" w:rsidRPr="00EF2760" w:rsidRDefault="005F7B1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F2760">
        <w:rPr>
          <w:rFonts w:ascii="Arial" w:hAnsi="Arial" w:cs="Arial"/>
          <w:spacing w:val="-4"/>
          <w:sz w:val="22"/>
          <w:szCs w:val="22"/>
        </w:rPr>
        <w:t xml:space="preserve">Zadavatel </w:t>
      </w:r>
      <w:r w:rsidR="009C7D1C" w:rsidRPr="00EF2760">
        <w:rPr>
          <w:rFonts w:ascii="Arial" w:hAnsi="Arial" w:cs="Arial"/>
          <w:spacing w:val="-4"/>
          <w:sz w:val="22"/>
          <w:szCs w:val="22"/>
        </w:rPr>
        <w:t xml:space="preserve">požaduje, aby dodavatel předložil </w:t>
      </w:r>
      <w:r w:rsidR="009C7D1C" w:rsidRPr="00EF2760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="009C7D1C" w:rsidRPr="00EF276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C7D1C" w:rsidRPr="00EF2760"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="009C7D1C" w:rsidRPr="00EF2760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 doby</w:t>
      </w:r>
      <w:r w:rsidR="009C7D1C" w:rsidRPr="00EF276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14:paraId="4BB0AA56" w14:textId="39F2A17C" w:rsidR="00133951" w:rsidRPr="00EF2760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073613" w:rsidRPr="00764188">
        <w:rPr>
          <w:rFonts w:ascii="Arial" w:hAnsi="Arial" w:cs="Arial"/>
          <w:b/>
          <w:spacing w:val="4"/>
          <w:sz w:val="22"/>
          <w:szCs w:val="22"/>
        </w:rPr>
        <w:t>nejméně</w:t>
      </w:r>
      <w:r w:rsidRPr="00764188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236F5C" w:rsidRPr="00764188">
        <w:rPr>
          <w:rFonts w:ascii="Arial" w:hAnsi="Arial" w:cs="Arial"/>
          <w:b/>
          <w:spacing w:val="4"/>
          <w:sz w:val="22"/>
          <w:szCs w:val="22"/>
        </w:rPr>
        <w:t>3</w:t>
      </w:r>
      <w:r w:rsidRPr="00764188">
        <w:rPr>
          <w:rFonts w:ascii="Arial" w:hAnsi="Arial" w:cs="Arial"/>
          <w:b/>
          <w:spacing w:val="4"/>
          <w:sz w:val="22"/>
          <w:szCs w:val="22"/>
        </w:rPr>
        <w:t xml:space="preserve"> projektovaných </w:t>
      </w:r>
      <w:r w:rsidR="007337DE" w:rsidRPr="00764188">
        <w:rPr>
          <w:rFonts w:ascii="Arial" w:hAnsi="Arial" w:cs="Arial"/>
          <w:b/>
          <w:spacing w:val="4"/>
          <w:sz w:val="22"/>
          <w:szCs w:val="22"/>
        </w:rPr>
        <w:t xml:space="preserve">staveb </w:t>
      </w:r>
      <w:r w:rsidR="00773AD9" w:rsidRPr="00764188">
        <w:rPr>
          <w:rFonts w:ascii="Arial" w:hAnsi="Arial" w:cs="Arial"/>
          <w:b/>
          <w:spacing w:val="4"/>
          <w:sz w:val="22"/>
          <w:szCs w:val="22"/>
        </w:rPr>
        <w:t>silnic</w:t>
      </w:r>
      <w:r w:rsidR="00A945A8" w:rsidRPr="00764188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64188">
        <w:rPr>
          <w:rFonts w:ascii="Arial" w:hAnsi="Arial" w:cs="Arial"/>
          <w:b/>
          <w:spacing w:val="4"/>
          <w:sz w:val="22"/>
          <w:szCs w:val="22"/>
        </w:rPr>
        <w:t>vypracovanýc</w:t>
      </w:r>
      <w:r w:rsidR="0020228C" w:rsidRPr="00764188">
        <w:rPr>
          <w:rFonts w:ascii="Arial" w:hAnsi="Arial" w:cs="Arial"/>
          <w:b/>
          <w:spacing w:val="4"/>
          <w:sz w:val="22"/>
          <w:szCs w:val="22"/>
        </w:rPr>
        <w:t>h dodavatelem</w:t>
      </w:r>
      <w:r w:rsidR="000E1F8A" w:rsidRPr="00764188">
        <w:rPr>
          <w:rFonts w:ascii="Arial" w:hAnsi="Arial" w:cs="Arial"/>
          <w:b/>
          <w:sz w:val="22"/>
          <w:szCs w:val="22"/>
        </w:rPr>
        <w:t xml:space="preserve"> ve stupni DÚR nebo </w:t>
      </w:r>
      <w:r w:rsidR="00687826" w:rsidRPr="00764188">
        <w:rPr>
          <w:rFonts w:ascii="Arial" w:hAnsi="Arial" w:cs="Arial"/>
          <w:b/>
          <w:sz w:val="22"/>
          <w:szCs w:val="22"/>
        </w:rPr>
        <w:t>s</w:t>
      </w:r>
      <w:r w:rsidRPr="00764188">
        <w:rPr>
          <w:rFonts w:ascii="Arial" w:hAnsi="Arial" w:cs="Arial"/>
          <w:b/>
          <w:sz w:val="22"/>
          <w:szCs w:val="22"/>
        </w:rPr>
        <w:t>tudie</w:t>
      </w:r>
      <w:r w:rsidR="00133951" w:rsidRPr="00764188">
        <w:rPr>
          <w:rFonts w:ascii="Arial" w:hAnsi="Arial" w:cs="Arial"/>
          <w:b/>
          <w:sz w:val="22"/>
          <w:szCs w:val="22"/>
        </w:rPr>
        <w:t xml:space="preserve"> s délkou minimálně </w:t>
      </w:r>
      <w:r w:rsidR="00CE67D0" w:rsidRPr="00764188">
        <w:rPr>
          <w:rFonts w:ascii="Arial" w:hAnsi="Arial" w:cs="Arial"/>
          <w:b/>
          <w:sz w:val="22"/>
          <w:szCs w:val="22"/>
        </w:rPr>
        <w:t>0,</w:t>
      </w:r>
      <w:r w:rsidR="00133951" w:rsidRPr="00764188">
        <w:rPr>
          <w:rFonts w:ascii="Arial" w:hAnsi="Arial" w:cs="Arial"/>
          <w:b/>
          <w:sz w:val="22"/>
          <w:szCs w:val="22"/>
        </w:rPr>
        <w:t>5</w:t>
      </w:r>
      <w:r w:rsidR="0075022B" w:rsidRPr="00764188">
        <w:rPr>
          <w:rFonts w:ascii="Arial" w:hAnsi="Arial" w:cs="Arial"/>
          <w:b/>
          <w:sz w:val="22"/>
          <w:szCs w:val="22"/>
        </w:rPr>
        <w:t> </w:t>
      </w:r>
      <w:r w:rsidR="00133951" w:rsidRPr="00764188">
        <w:rPr>
          <w:rFonts w:ascii="Arial" w:hAnsi="Arial" w:cs="Arial"/>
          <w:b/>
          <w:sz w:val="22"/>
          <w:szCs w:val="22"/>
        </w:rPr>
        <w:t>km v kategorii minimálně S 7,5. Alespoň</w:t>
      </w:r>
      <w:r w:rsidR="006B780C" w:rsidRPr="00764188">
        <w:rPr>
          <w:rFonts w:ascii="Arial" w:hAnsi="Arial" w:cs="Arial"/>
          <w:b/>
          <w:sz w:val="22"/>
          <w:szCs w:val="22"/>
        </w:rPr>
        <w:t xml:space="preserve"> 1 </w:t>
      </w:r>
      <w:r w:rsidR="00682EA2" w:rsidRPr="00764188">
        <w:rPr>
          <w:rFonts w:ascii="Arial" w:hAnsi="Arial" w:cs="Arial"/>
          <w:b/>
          <w:sz w:val="22"/>
          <w:szCs w:val="22"/>
        </w:rPr>
        <w:t>projektov</w:t>
      </w:r>
      <w:r w:rsidR="00734239" w:rsidRPr="00764188">
        <w:rPr>
          <w:rFonts w:ascii="Arial" w:hAnsi="Arial" w:cs="Arial"/>
          <w:b/>
          <w:sz w:val="22"/>
          <w:szCs w:val="22"/>
        </w:rPr>
        <w:t>aná</w:t>
      </w:r>
      <w:r w:rsidR="00682EA2" w:rsidRPr="00764188">
        <w:rPr>
          <w:rFonts w:ascii="Arial" w:hAnsi="Arial" w:cs="Arial"/>
          <w:b/>
          <w:sz w:val="22"/>
          <w:szCs w:val="22"/>
        </w:rPr>
        <w:t xml:space="preserve"> </w:t>
      </w:r>
      <w:r w:rsidR="00734239" w:rsidRPr="00764188">
        <w:rPr>
          <w:rFonts w:ascii="Arial" w:hAnsi="Arial" w:cs="Arial"/>
          <w:b/>
          <w:sz w:val="22"/>
          <w:szCs w:val="22"/>
        </w:rPr>
        <w:t xml:space="preserve">stavba </w:t>
      </w:r>
      <w:r w:rsidR="00133951" w:rsidRPr="00764188">
        <w:rPr>
          <w:rFonts w:ascii="Arial" w:hAnsi="Arial" w:cs="Arial"/>
          <w:b/>
          <w:sz w:val="22"/>
          <w:szCs w:val="22"/>
        </w:rPr>
        <w:t xml:space="preserve">silnice </w:t>
      </w:r>
      <w:r w:rsidR="00734239" w:rsidRPr="00764188">
        <w:rPr>
          <w:rFonts w:ascii="Arial" w:hAnsi="Arial" w:cs="Arial"/>
          <w:b/>
          <w:sz w:val="22"/>
          <w:szCs w:val="22"/>
        </w:rPr>
        <w:t>bude</w:t>
      </w:r>
      <w:r w:rsidR="00682EA2" w:rsidRPr="00764188">
        <w:rPr>
          <w:rFonts w:ascii="Arial" w:hAnsi="Arial" w:cs="Arial"/>
          <w:b/>
          <w:sz w:val="22"/>
          <w:szCs w:val="22"/>
        </w:rPr>
        <w:t xml:space="preserve"> </w:t>
      </w:r>
      <w:r w:rsidR="00CE67D0" w:rsidRPr="00764188">
        <w:rPr>
          <w:rFonts w:ascii="Arial" w:hAnsi="Arial" w:cs="Arial"/>
          <w:b/>
          <w:sz w:val="22"/>
          <w:szCs w:val="22"/>
        </w:rPr>
        <w:t xml:space="preserve">ve stupni </w:t>
      </w:r>
      <w:r w:rsidR="006B780C" w:rsidRPr="00764188">
        <w:rPr>
          <w:rFonts w:ascii="Arial" w:hAnsi="Arial" w:cs="Arial"/>
          <w:b/>
          <w:sz w:val="22"/>
          <w:szCs w:val="22"/>
        </w:rPr>
        <w:t xml:space="preserve">vyhledávací </w:t>
      </w:r>
      <w:r w:rsidR="00CE67D0" w:rsidRPr="00764188">
        <w:rPr>
          <w:rFonts w:ascii="Arial" w:hAnsi="Arial" w:cs="Arial"/>
          <w:b/>
          <w:sz w:val="22"/>
          <w:szCs w:val="22"/>
        </w:rPr>
        <w:t xml:space="preserve">nebo technické </w:t>
      </w:r>
      <w:r w:rsidR="006B780C" w:rsidRPr="00764188">
        <w:rPr>
          <w:rFonts w:ascii="Arial" w:hAnsi="Arial" w:cs="Arial"/>
          <w:b/>
          <w:sz w:val="22"/>
          <w:szCs w:val="22"/>
        </w:rPr>
        <w:t>studie</w:t>
      </w:r>
      <w:r w:rsidR="00CC6A1C">
        <w:rPr>
          <w:rFonts w:ascii="Arial" w:hAnsi="Arial" w:cs="Arial"/>
          <w:b/>
          <w:sz w:val="22"/>
          <w:szCs w:val="22"/>
        </w:rPr>
        <w:t xml:space="preserve"> nebo studie proveditelnosti</w:t>
      </w:r>
      <w:r w:rsidR="00133951" w:rsidRPr="00764188">
        <w:rPr>
          <w:rFonts w:ascii="Arial" w:hAnsi="Arial" w:cs="Arial"/>
          <w:b/>
          <w:sz w:val="22"/>
          <w:szCs w:val="22"/>
        </w:rPr>
        <w:t>.</w:t>
      </w:r>
      <w:r w:rsidRPr="00EF2760">
        <w:rPr>
          <w:rFonts w:ascii="Arial" w:hAnsi="Arial" w:cs="Arial"/>
          <w:sz w:val="22"/>
          <w:szCs w:val="22"/>
        </w:rPr>
        <w:t xml:space="preserve"> </w:t>
      </w:r>
    </w:p>
    <w:p w14:paraId="7461D4CF" w14:textId="77777777" w:rsidR="00EB5881" w:rsidRPr="00EF2760" w:rsidRDefault="00F87E0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Přílohou budou minimálně 2 osvědčení o řádném poskytnutí a dokončení služeb uvedených v seznamu, </w:t>
      </w:r>
      <w:r w:rsidR="0060015C" w:rsidRPr="00EF2760">
        <w:rPr>
          <w:rFonts w:ascii="Arial" w:hAnsi="Arial" w:cs="Arial"/>
          <w:sz w:val="22"/>
          <w:szCs w:val="22"/>
        </w:rPr>
        <w:t>potvrze</w:t>
      </w:r>
      <w:r w:rsidRPr="00EF2760">
        <w:rPr>
          <w:rFonts w:ascii="Arial" w:hAnsi="Arial" w:cs="Arial"/>
          <w:sz w:val="22"/>
          <w:szCs w:val="22"/>
        </w:rPr>
        <w:t xml:space="preserve">né objednatelem služeb. </w:t>
      </w:r>
      <w:r w:rsidR="00EB5881" w:rsidRPr="00EF2760">
        <w:rPr>
          <w:rFonts w:ascii="Arial" w:hAnsi="Arial" w:cs="Arial"/>
          <w:sz w:val="22"/>
          <w:szCs w:val="22"/>
        </w:rPr>
        <w:t xml:space="preserve"> </w:t>
      </w:r>
    </w:p>
    <w:p w14:paraId="682E09C6" w14:textId="21D8180B" w:rsidR="00512372" w:rsidRPr="00EF2760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EF2760">
        <w:rPr>
          <w:rFonts w:ascii="Arial" w:eastAsia="MS Mincho" w:hAnsi="Arial" w:cs="Arial"/>
          <w:sz w:val="22"/>
          <w:szCs w:val="22"/>
        </w:rPr>
        <w:t xml:space="preserve"> </w:t>
      </w:r>
      <w:r w:rsidRPr="00EF2760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EF2760">
        <w:rPr>
          <w:rFonts w:ascii="Arial" w:hAnsi="Arial" w:cs="Arial"/>
          <w:spacing w:val="-6"/>
          <w:sz w:val="22"/>
          <w:szCs w:val="22"/>
        </w:rPr>
        <w:t xml:space="preserve">(viz </w:t>
      </w:r>
      <w:r w:rsidR="00855BB3" w:rsidRPr="00EF2760">
        <w:rPr>
          <w:rFonts w:ascii="Arial" w:hAnsi="Arial" w:cs="Arial"/>
          <w:spacing w:val="-6"/>
          <w:sz w:val="22"/>
          <w:szCs w:val="22"/>
        </w:rPr>
        <w:t>zadávací dokumentace</w:t>
      </w:r>
      <w:r w:rsidRPr="00EF2760">
        <w:rPr>
          <w:rFonts w:ascii="Arial" w:hAnsi="Arial" w:cs="Arial"/>
          <w:spacing w:val="-6"/>
          <w:sz w:val="22"/>
          <w:szCs w:val="22"/>
        </w:rPr>
        <w:t>). Seznam bude obsahovat</w:t>
      </w:r>
      <w:r w:rsidRPr="00EF2760">
        <w:rPr>
          <w:rFonts w:ascii="Arial" w:hAnsi="Arial" w:cs="Arial"/>
          <w:sz w:val="22"/>
          <w:szCs w:val="22"/>
        </w:rPr>
        <w:t xml:space="preserve"> výhradně dokončené </w:t>
      </w:r>
      <w:r w:rsidR="004A5A81" w:rsidRPr="00EF2760">
        <w:rPr>
          <w:rFonts w:ascii="Arial" w:hAnsi="Arial" w:cs="Arial"/>
          <w:sz w:val="22"/>
          <w:szCs w:val="22"/>
        </w:rPr>
        <w:t>a předané služby</w:t>
      </w:r>
      <w:r w:rsidRPr="00EF2760">
        <w:rPr>
          <w:rFonts w:ascii="Arial" w:hAnsi="Arial" w:cs="Arial"/>
          <w:sz w:val="22"/>
          <w:szCs w:val="22"/>
        </w:rPr>
        <w:t>.</w:t>
      </w:r>
    </w:p>
    <w:p w14:paraId="4939E571" w14:textId="77777777" w:rsidR="000E0B0A" w:rsidRPr="00EF2760" w:rsidRDefault="000E0B0A" w:rsidP="00031AD6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4D240B33" w14:textId="77777777" w:rsidR="000E0B0A" w:rsidRPr="00EF2760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EF2760">
        <w:rPr>
          <w:u w:val="single"/>
        </w:rPr>
        <w:t xml:space="preserve">Další ustanovení ke kvalifikaci </w:t>
      </w:r>
    </w:p>
    <w:p w14:paraId="7ACE739F" w14:textId="77777777" w:rsidR="00025578" w:rsidRPr="00EF2760" w:rsidRDefault="00025578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F2760">
        <w:rPr>
          <w:rFonts w:ascii="Arial" w:eastAsia="MS Mincho" w:hAnsi="Arial" w:cs="Arial"/>
          <w:spacing w:val="-6"/>
          <w:sz w:val="22"/>
          <w:szCs w:val="22"/>
        </w:rPr>
        <w:t>Zadavatel požaduje, aby čestné prohlášení prokazující splnění základní způsobilosti, návrh smlouvy</w:t>
      </w:r>
      <w:r w:rsidR="00B911AA">
        <w:rPr>
          <w:rFonts w:ascii="Arial" w:eastAsia="MS Mincho" w:hAnsi="Arial" w:cs="Arial"/>
          <w:spacing w:val="-6"/>
          <w:sz w:val="22"/>
          <w:szCs w:val="22"/>
        </w:rPr>
        <w:t xml:space="preserve"> o dílo</w:t>
      </w:r>
      <w:r w:rsidRPr="00EF2760">
        <w:rPr>
          <w:rFonts w:ascii="Arial" w:eastAsia="MS Mincho" w:hAnsi="Arial" w:cs="Arial"/>
          <w:spacing w:val="-6"/>
          <w:sz w:val="22"/>
          <w:szCs w:val="22"/>
        </w:rPr>
        <w:t xml:space="preserve">, popř. písemné závazky </w:t>
      </w:r>
      <w:r w:rsidRPr="00EF2760"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14:paraId="5D36A1A2" w14:textId="77777777" w:rsidR="00905965" w:rsidRPr="00EF2760" w:rsidRDefault="00905965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 w:rsidRPr="00EF2760">
        <w:rPr>
          <w:rFonts w:ascii="Arial" w:eastAsia="MS Mincho" w:hAnsi="Arial"/>
          <w:spacing w:val="-6"/>
          <w:sz w:val="22"/>
        </w:rPr>
        <w:t xml:space="preserve">Dodavatel </w:t>
      </w:r>
      <w:r w:rsidR="00357900" w:rsidRPr="00EF2760">
        <w:rPr>
          <w:rFonts w:ascii="Arial" w:eastAsia="MS Mincho" w:hAnsi="Arial"/>
          <w:spacing w:val="-6"/>
          <w:sz w:val="22"/>
        </w:rPr>
        <w:t>je oprávněn předložit v nabídce dokumenty prokazující profesní a technickou kvalifikaci v prostých kopiích.</w:t>
      </w:r>
      <w:r w:rsidR="005E776A" w:rsidRPr="00EF2760">
        <w:rPr>
          <w:rFonts w:ascii="Arial" w:eastAsia="MS Mincho" w:hAnsi="Arial"/>
          <w:spacing w:val="-6"/>
          <w:sz w:val="22"/>
        </w:rPr>
        <w:t xml:space="preserve"> </w:t>
      </w:r>
      <w:r w:rsidR="005E776A" w:rsidRPr="00EF2760">
        <w:rPr>
          <w:rFonts w:ascii="Arial" w:eastAsia="MS Mincho" w:hAnsi="Arial"/>
          <w:spacing w:val="-4"/>
          <w:sz w:val="22"/>
        </w:rPr>
        <w:t>Zadavatel si vyhrazuje</w:t>
      </w:r>
      <w:r w:rsidR="005E776A" w:rsidRPr="00EF2760">
        <w:rPr>
          <w:rFonts w:ascii="Arial" w:eastAsia="MS Mincho" w:hAnsi="Arial"/>
          <w:sz w:val="22"/>
        </w:rPr>
        <w:t xml:space="preserve"> právo před uzavřením smlouvy</w:t>
      </w:r>
      <w:r w:rsidR="00B911AA">
        <w:rPr>
          <w:rFonts w:ascii="Arial" w:eastAsia="MS Mincho" w:hAnsi="Arial"/>
          <w:sz w:val="22"/>
        </w:rPr>
        <w:t xml:space="preserve"> o dílo</w:t>
      </w:r>
      <w:r w:rsidR="005E776A" w:rsidRPr="00EF2760">
        <w:rPr>
          <w:rFonts w:ascii="Arial" w:eastAsia="MS Mincho" w:hAnsi="Arial"/>
          <w:sz w:val="22"/>
        </w:rPr>
        <w:t xml:space="preserve"> vyzvat vybraného dodavatele k předložení originálů nebo úředně ověřených kopií </w:t>
      </w:r>
      <w:r w:rsidR="00025578" w:rsidRPr="00EF2760">
        <w:rPr>
          <w:rFonts w:ascii="Arial" w:eastAsia="MS Mincho" w:hAnsi="Arial" w:cs="Arial"/>
          <w:sz w:val="22"/>
          <w:szCs w:val="22"/>
        </w:rPr>
        <w:t xml:space="preserve">těchto </w:t>
      </w:r>
      <w:r w:rsidR="005E776A" w:rsidRPr="00EF2760">
        <w:rPr>
          <w:rFonts w:ascii="Arial" w:eastAsia="MS Mincho" w:hAnsi="Arial"/>
          <w:sz w:val="22"/>
        </w:rPr>
        <w:t>dokladů</w:t>
      </w:r>
      <w:r w:rsidR="00463CAC" w:rsidRPr="00EF276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463CAC" w:rsidRPr="00EF2760">
        <w:rPr>
          <w:rFonts w:ascii="Arial" w:eastAsia="MS Mincho" w:hAnsi="Arial" w:cs="Arial"/>
          <w:sz w:val="22"/>
          <w:szCs w:val="22"/>
        </w:rPr>
        <w:t>předložených v nabídce</w:t>
      </w:r>
      <w:r w:rsidR="005E776A" w:rsidRPr="00EF2760">
        <w:rPr>
          <w:rFonts w:ascii="Arial" w:eastAsia="MS Mincho" w:hAnsi="Arial"/>
          <w:sz w:val="22"/>
        </w:rPr>
        <w:t>.</w:t>
      </w:r>
    </w:p>
    <w:p w14:paraId="13E39BE5" w14:textId="77777777" w:rsidR="008B0881" w:rsidRPr="00EF2760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DE06414" w14:textId="77777777" w:rsidR="006764A0" w:rsidRPr="00EF2760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4"/>
          <w:sz w:val="22"/>
          <w:szCs w:val="22"/>
        </w:rPr>
        <w:t xml:space="preserve">U osob, které nejsou statutárními nebo odpovědnými zástupci </w:t>
      </w:r>
      <w:r w:rsidR="0063694D" w:rsidRPr="00EF2760">
        <w:rPr>
          <w:rFonts w:ascii="Arial" w:hAnsi="Arial" w:cs="Arial"/>
          <w:spacing w:val="4"/>
          <w:sz w:val="22"/>
          <w:szCs w:val="22"/>
        </w:rPr>
        <w:t>dodavatele</w:t>
      </w:r>
      <w:r w:rsidRPr="00EF2760">
        <w:rPr>
          <w:rFonts w:ascii="Arial" w:hAnsi="Arial" w:cs="Arial"/>
          <w:spacing w:val="4"/>
          <w:sz w:val="22"/>
          <w:szCs w:val="22"/>
        </w:rPr>
        <w:t xml:space="preserve">, </w:t>
      </w:r>
      <w:r w:rsidR="009C5C95" w:rsidRPr="00EF2760">
        <w:rPr>
          <w:rFonts w:ascii="Arial" w:hAnsi="Arial" w:cs="Arial"/>
          <w:spacing w:val="4"/>
          <w:sz w:val="22"/>
          <w:szCs w:val="22"/>
        </w:rPr>
        <w:t>dodavatel doloží</w:t>
      </w:r>
      <w:r w:rsidRPr="00EF2760">
        <w:rPr>
          <w:rFonts w:ascii="Arial" w:hAnsi="Arial" w:cs="Arial"/>
          <w:spacing w:val="4"/>
          <w:sz w:val="22"/>
          <w:szCs w:val="22"/>
        </w:rPr>
        <w:t xml:space="preserve">, </w:t>
      </w:r>
      <w:r w:rsidRPr="00EF2760">
        <w:rPr>
          <w:rFonts w:ascii="Arial" w:hAnsi="Arial" w:cs="Arial"/>
          <w:spacing w:val="-2"/>
          <w:sz w:val="22"/>
          <w:szCs w:val="22"/>
        </w:rPr>
        <w:t>zda jsou</w:t>
      </w:r>
      <w:r w:rsidRPr="00EF2760">
        <w:rPr>
          <w:rFonts w:ascii="Arial" w:hAnsi="Arial" w:cs="Arial"/>
          <w:sz w:val="22"/>
          <w:szCs w:val="22"/>
        </w:rPr>
        <w:t xml:space="preserve"> </w:t>
      </w:r>
      <w:r w:rsidRPr="00EF2760">
        <w:rPr>
          <w:rFonts w:ascii="Arial" w:hAnsi="Arial" w:cs="Arial"/>
          <w:spacing w:val="-6"/>
          <w:sz w:val="22"/>
          <w:szCs w:val="22"/>
        </w:rPr>
        <w:t>v pracovním ne</w:t>
      </w:r>
      <w:r w:rsidR="0063694D" w:rsidRPr="00EF2760">
        <w:rPr>
          <w:rFonts w:ascii="Arial" w:hAnsi="Arial" w:cs="Arial"/>
          <w:spacing w:val="-6"/>
          <w:sz w:val="22"/>
          <w:szCs w:val="22"/>
        </w:rPr>
        <w:t>bo obdobném poměru k</w:t>
      </w:r>
      <w:r w:rsidR="005B42C4" w:rsidRPr="00EF2760">
        <w:rPr>
          <w:rFonts w:ascii="Arial" w:hAnsi="Arial" w:cs="Arial"/>
          <w:spacing w:val="-6"/>
          <w:sz w:val="22"/>
          <w:szCs w:val="22"/>
        </w:rPr>
        <w:t> </w:t>
      </w:r>
      <w:r w:rsidR="00EA63CD" w:rsidRPr="00EF2760">
        <w:rPr>
          <w:rFonts w:ascii="Arial" w:hAnsi="Arial" w:cs="Arial"/>
          <w:spacing w:val="-6"/>
          <w:sz w:val="22"/>
          <w:szCs w:val="22"/>
        </w:rPr>
        <w:t>dodavateli</w:t>
      </w:r>
      <w:r w:rsidR="005B42C4" w:rsidRPr="00EF2760">
        <w:rPr>
          <w:rFonts w:ascii="Arial" w:hAnsi="Arial" w:cs="Arial"/>
          <w:spacing w:val="-6"/>
          <w:sz w:val="22"/>
          <w:szCs w:val="22"/>
        </w:rPr>
        <w:t>, p</w:t>
      </w:r>
      <w:r w:rsidRPr="00EF2760">
        <w:rPr>
          <w:rFonts w:ascii="Arial" w:hAnsi="Arial" w:cs="Arial"/>
          <w:spacing w:val="-6"/>
          <w:sz w:val="22"/>
          <w:szCs w:val="22"/>
        </w:rPr>
        <w:t>okud ne, tak jejich závazným prohlášením o budoucí</w:t>
      </w:r>
      <w:r w:rsidRPr="00EF2760">
        <w:rPr>
          <w:rFonts w:ascii="Arial" w:hAnsi="Arial" w:cs="Arial"/>
          <w:sz w:val="22"/>
          <w:szCs w:val="22"/>
        </w:rPr>
        <w:t xml:space="preserve"> spolupráci s </w:t>
      </w:r>
      <w:r w:rsidR="00EA63CD" w:rsidRPr="00EF2760">
        <w:rPr>
          <w:rFonts w:ascii="Arial" w:hAnsi="Arial" w:cs="Arial"/>
          <w:sz w:val="22"/>
          <w:szCs w:val="22"/>
        </w:rPr>
        <w:t>dodavatelem</w:t>
      </w:r>
      <w:r w:rsidRPr="00EF2760">
        <w:rPr>
          <w:rFonts w:ascii="Arial" w:hAnsi="Arial" w:cs="Arial"/>
          <w:sz w:val="22"/>
          <w:szCs w:val="22"/>
        </w:rPr>
        <w:t>.</w:t>
      </w:r>
      <w:r w:rsidR="00C55F52" w:rsidRPr="00EF2760">
        <w:rPr>
          <w:rFonts w:ascii="Arial" w:hAnsi="Arial" w:cs="Arial"/>
          <w:sz w:val="22"/>
          <w:szCs w:val="22"/>
        </w:rPr>
        <w:t xml:space="preserve"> </w:t>
      </w:r>
    </w:p>
    <w:p w14:paraId="446C1C78" w14:textId="77777777" w:rsidR="00C55F52" w:rsidRPr="00EF2760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028D1332" w14:textId="77777777" w:rsidR="00512372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884A43" w:rsidRPr="00EF2760">
        <w:rPr>
          <w:rFonts w:ascii="Arial" w:hAnsi="Arial" w:cs="Arial"/>
          <w:spacing w:val="-4"/>
          <w:sz w:val="22"/>
          <w:szCs w:val="22"/>
        </w:rPr>
        <w:t>pod</w:t>
      </w:r>
      <w:r w:rsidRPr="00EF2760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EF2760">
        <w:rPr>
          <w:rFonts w:ascii="Arial" w:hAnsi="Arial" w:cs="Arial"/>
          <w:spacing w:val="-4"/>
          <w:sz w:val="22"/>
          <w:szCs w:val="22"/>
        </w:rPr>
        <w:t>dodavatel</w:t>
      </w:r>
      <w:r w:rsidRPr="00EF2760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EF2760">
        <w:rPr>
          <w:rFonts w:ascii="Arial" w:hAnsi="Arial" w:cs="Arial"/>
          <w:spacing w:val="-4"/>
          <w:sz w:val="22"/>
          <w:szCs w:val="22"/>
        </w:rPr>
        <w:t> </w:t>
      </w:r>
      <w:r w:rsidRPr="00EF2760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EF2760">
        <w:rPr>
          <w:rFonts w:ascii="Arial" w:hAnsi="Arial" w:cs="Arial"/>
          <w:spacing w:val="-4"/>
          <w:sz w:val="22"/>
          <w:szCs w:val="22"/>
        </w:rPr>
        <w:t xml:space="preserve"> </w:t>
      </w:r>
      <w:r w:rsidRPr="00EF2760">
        <w:rPr>
          <w:rFonts w:ascii="Arial" w:hAnsi="Arial" w:cs="Arial"/>
          <w:spacing w:val="-4"/>
          <w:sz w:val="22"/>
          <w:szCs w:val="22"/>
        </w:rPr>
        <w:t>doloží</w:t>
      </w:r>
      <w:r w:rsidRPr="00EF2760">
        <w:rPr>
          <w:rFonts w:ascii="Arial" w:hAnsi="Arial" w:cs="Arial"/>
          <w:sz w:val="22"/>
          <w:szCs w:val="22"/>
        </w:rPr>
        <w:t xml:space="preserve"> </w:t>
      </w:r>
      <w:r w:rsidRPr="00EF2760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884A43" w:rsidRPr="00EF2760">
        <w:rPr>
          <w:rFonts w:ascii="Arial" w:hAnsi="Arial" w:cs="Arial"/>
          <w:spacing w:val="-4"/>
          <w:sz w:val="22"/>
          <w:szCs w:val="22"/>
        </w:rPr>
        <w:t>pod</w:t>
      </w:r>
      <w:r w:rsidRPr="00EF2760">
        <w:rPr>
          <w:rFonts w:ascii="Arial" w:hAnsi="Arial" w:cs="Arial"/>
          <w:spacing w:val="-4"/>
          <w:sz w:val="22"/>
          <w:szCs w:val="22"/>
        </w:rPr>
        <w:t xml:space="preserve">dodavatele o budoucí spolupráci nebo </w:t>
      </w:r>
      <w:r w:rsidR="005E776A" w:rsidRPr="00EF2760"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EF2760">
        <w:rPr>
          <w:rFonts w:ascii="Arial" w:hAnsi="Arial" w:cs="Arial"/>
          <w:spacing w:val="-4"/>
          <w:sz w:val="22"/>
          <w:szCs w:val="22"/>
        </w:rPr>
        <w:t>písemn</w:t>
      </w:r>
      <w:r w:rsidR="00884A43" w:rsidRPr="00EF2760">
        <w:rPr>
          <w:rFonts w:ascii="Arial" w:hAnsi="Arial" w:cs="Arial"/>
          <w:spacing w:val="-4"/>
          <w:sz w:val="22"/>
          <w:szCs w:val="22"/>
        </w:rPr>
        <w:t>ý závazek</w:t>
      </w:r>
      <w:r w:rsidRPr="00EF2760">
        <w:rPr>
          <w:rFonts w:ascii="Arial" w:hAnsi="Arial" w:cs="Arial"/>
          <w:spacing w:val="-6"/>
          <w:sz w:val="22"/>
          <w:szCs w:val="22"/>
        </w:rPr>
        <w:t xml:space="preserve">. Z </w:t>
      </w:r>
      <w:r w:rsidRPr="00EF2760">
        <w:rPr>
          <w:rFonts w:ascii="Arial" w:hAnsi="Arial" w:cs="Arial"/>
          <w:spacing w:val="-6"/>
          <w:sz w:val="22"/>
          <w:szCs w:val="22"/>
        </w:rPr>
        <w:lastRenderedPageBreak/>
        <w:t>obsahu závazného prohlášení nebo písemné</w:t>
      </w:r>
      <w:r w:rsidR="00884A43" w:rsidRPr="00EF2760">
        <w:rPr>
          <w:rFonts w:ascii="Arial" w:hAnsi="Arial" w:cs="Arial"/>
          <w:spacing w:val="-6"/>
          <w:sz w:val="22"/>
          <w:szCs w:val="22"/>
        </w:rPr>
        <w:t>ho</w:t>
      </w:r>
      <w:r w:rsidRPr="00EF2760">
        <w:rPr>
          <w:rFonts w:ascii="Arial" w:hAnsi="Arial" w:cs="Arial"/>
          <w:sz w:val="22"/>
          <w:szCs w:val="22"/>
        </w:rPr>
        <w:t xml:space="preserve"> </w:t>
      </w:r>
      <w:r w:rsidR="00884A43" w:rsidRPr="00EF2760">
        <w:rPr>
          <w:rFonts w:ascii="Arial" w:hAnsi="Arial" w:cs="Arial"/>
          <w:sz w:val="22"/>
          <w:szCs w:val="22"/>
        </w:rPr>
        <w:t>závazku</w:t>
      </w:r>
      <w:r w:rsidRPr="00EF2760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884A43" w:rsidRPr="00EF2760">
        <w:rPr>
          <w:rFonts w:ascii="Arial" w:hAnsi="Arial" w:cs="Arial"/>
          <w:sz w:val="22"/>
          <w:szCs w:val="22"/>
        </w:rPr>
        <w:t>pod</w:t>
      </w:r>
      <w:r w:rsidRPr="00EF2760">
        <w:rPr>
          <w:rFonts w:ascii="Arial" w:hAnsi="Arial" w:cs="Arial"/>
          <w:sz w:val="22"/>
          <w:szCs w:val="22"/>
        </w:rPr>
        <w:t>dodavatel zavazuje splnit.</w:t>
      </w:r>
    </w:p>
    <w:p w14:paraId="79261258" w14:textId="77777777" w:rsidR="00B911AA" w:rsidRPr="00EF2760" w:rsidRDefault="00B911AA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911AA">
        <w:rPr>
          <w:rFonts w:ascii="Arial" w:hAnsi="Arial" w:cs="Arial"/>
          <w:sz w:val="22"/>
          <w:szCs w:val="22"/>
        </w:rPr>
        <w:t xml:space="preserve">Zadavatel požaduje, aby </w:t>
      </w:r>
      <w:r>
        <w:rPr>
          <w:rFonts w:ascii="Arial" w:hAnsi="Arial" w:cs="Arial"/>
          <w:sz w:val="22"/>
          <w:szCs w:val="22"/>
        </w:rPr>
        <w:t>dodavatel</w:t>
      </w:r>
      <w:r w:rsidRPr="00B911AA">
        <w:rPr>
          <w:rFonts w:ascii="Arial" w:hAnsi="Arial" w:cs="Arial"/>
          <w:sz w:val="22"/>
          <w:szCs w:val="22"/>
        </w:rPr>
        <w:t xml:space="preserve"> v nabídce předložil seznam poddodavatelů (viz zadávací dokumentace) a uvedl, kterou část veřejné zakázky bude každý z poddodavatelů plnit.</w:t>
      </w:r>
    </w:p>
    <w:p w14:paraId="449AA81E" w14:textId="77777777" w:rsidR="00844878" w:rsidRPr="00EF2760" w:rsidRDefault="00844878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F2760">
        <w:rPr>
          <w:rFonts w:ascii="Arial" w:hAnsi="Arial" w:cs="Arial"/>
          <w:b/>
          <w:bCs/>
          <w:sz w:val="22"/>
          <w:szCs w:val="22"/>
        </w:rPr>
        <w:t>Požadavky na způsob zpracování nabídkové ceny</w:t>
      </w:r>
    </w:p>
    <w:p w14:paraId="7C3051E6" w14:textId="1F1D344E" w:rsidR="00844878" w:rsidRPr="00EF2760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EF2760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EF2760">
        <w:rPr>
          <w:rFonts w:ascii="Arial" w:hAnsi="Arial" w:cs="Arial"/>
          <w:sz w:val="22"/>
          <w:szCs w:val="22"/>
        </w:rPr>
        <w:t xml:space="preserve">včetně daně z přidané hodnoty. </w:t>
      </w:r>
      <w:r w:rsidRPr="00EF2760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 v </w:t>
      </w:r>
      <w:r w:rsidR="00CC65BB" w:rsidRPr="00EF2760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 w:rsidRPr="00EF2760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 w:rsidRPr="00EF2760">
        <w:rPr>
          <w:rFonts w:ascii="Arial" w:eastAsia="MS Mincho" w:hAnsi="Arial" w:cs="Arial"/>
          <w:sz w:val="22"/>
          <w:szCs w:val="22"/>
        </w:rPr>
        <w:t>zadávací dokumentací</w:t>
      </w:r>
      <w:r w:rsidR="000361DD">
        <w:rPr>
          <w:rFonts w:ascii="Arial" w:eastAsia="MS Mincho" w:hAnsi="Arial" w:cs="Arial"/>
          <w:sz w:val="22"/>
          <w:szCs w:val="22"/>
        </w:rPr>
        <w:t xml:space="preserve">, v </w:t>
      </w:r>
      <w:r w:rsidR="000361DD" w:rsidRPr="008411F5">
        <w:rPr>
          <w:rFonts w:ascii="Arial" w:eastAsia="MS Mincho" w:hAnsi="Arial" w:cs="Arial"/>
          <w:sz w:val="22"/>
          <w:szCs w:val="22"/>
        </w:rPr>
        <w:t>členění dle samostatné přílohy zadávací dokumentace (viz vzor cenové nabídky)</w:t>
      </w:r>
      <w:r w:rsidRPr="00EF2760">
        <w:rPr>
          <w:rFonts w:ascii="Arial" w:eastAsia="MS Mincho" w:hAnsi="Arial" w:cs="Arial"/>
          <w:sz w:val="22"/>
          <w:szCs w:val="22"/>
        </w:rPr>
        <w:t xml:space="preserve">. </w:t>
      </w:r>
    </w:p>
    <w:p w14:paraId="64C2DDF0" w14:textId="77777777" w:rsidR="00844878" w:rsidRPr="00EF2760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EF2760">
        <w:rPr>
          <w:rFonts w:eastAsia="MS Mincho" w:cs="Arial"/>
          <w:szCs w:val="22"/>
        </w:rPr>
        <w:t xml:space="preserve">Nabídková cena bude uvedena v korunách českých (CZK). </w:t>
      </w:r>
    </w:p>
    <w:p w14:paraId="22C923EB" w14:textId="62D0A72F" w:rsidR="00844878" w:rsidRPr="00EF2760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EF2760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EF2760">
        <w:rPr>
          <w:rFonts w:eastAsia="MS Mincho" w:cs="Arial"/>
          <w:szCs w:val="22"/>
        </w:rPr>
        <w:t xml:space="preserve"> v %) a nabídková cena včetně DPH. Nabídková cena v této skladbě bude uvedena v návrhu sml</w:t>
      </w:r>
      <w:r w:rsidR="00764188">
        <w:rPr>
          <w:rFonts w:eastAsia="MS Mincho" w:cs="Arial"/>
          <w:szCs w:val="22"/>
        </w:rPr>
        <w:t>o</w:t>
      </w:r>
      <w:r w:rsidRPr="00EF2760">
        <w:rPr>
          <w:rFonts w:eastAsia="MS Mincho" w:cs="Arial"/>
          <w:szCs w:val="22"/>
        </w:rPr>
        <w:t>uv</w:t>
      </w:r>
      <w:r w:rsidR="000361DD">
        <w:rPr>
          <w:rFonts w:eastAsia="MS Mincho" w:cs="Arial"/>
          <w:szCs w:val="22"/>
        </w:rPr>
        <w:t>y o dílo</w:t>
      </w:r>
      <w:r w:rsidRPr="00EF2760">
        <w:rPr>
          <w:rFonts w:eastAsia="MS Mincho" w:cs="Arial"/>
          <w:szCs w:val="22"/>
        </w:rPr>
        <w:t>.</w:t>
      </w:r>
    </w:p>
    <w:p w14:paraId="1973BF25" w14:textId="77777777" w:rsidR="00844878" w:rsidRPr="00EF2760" w:rsidRDefault="00844878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EF2760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14:paraId="0878C0F1" w14:textId="25E3BA6A" w:rsidR="001C394C" w:rsidRPr="00EF2760" w:rsidRDefault="001C394C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EF2760">
        <w:rPr>
          <w:rFonts w:cs="Arial"/>
          <w:szCs w:val="22"/>
        </w:rPr>
        <w:t>Dodavatel, jako povinnou součást nabídky, předloží cenovou nabídku, která bude obsahovat předpokládan</w:t>
      </w:r>
      <w:r w:rsidR="002515EE" w:rsidRPr="00EF2760">
        <w:rPr>
          <w:rFonts w:cs="Arial"/>
          <w:szCs w:val="22"/>
        </w:rPr>
        <w:t xml:space="preserve">ou hodinovou sazbu za </w:t>
      </w:r>
      <w:r w:rsidRPr="00EF2760">
        <w:rPr>
          <w:rFonts w:cs="Arial"/>
          <w:szCs w:val="22"/>
        </w:rPr>
        <w:t xml:space="preserve">vypracování </w:t>
      </w:r>
      <w:r w:rsidR="007E69D9" w:rsidRPr="00EF2760">
        <w:rPr>
          <w:rFonts w:cs="Arial"/>
          <w:szCs w:val="22"/>
        </w:rPr>
        <w:t>všech dílčích částí</w:t>
      </w:r>
      <w:r w:rsidR="002515EE" w:rsidRPr="00EF2760">
        <w:rPr>
          <w:rFonts w:cs="Arial"/>
          <w:szCs w:val="22"/>
        </w:rPr>
        <w:t xml:space="preserve"> studie. </w:t>
      </w:r>
      <w:r w:rsidR="000361DD" w:rsidRPr="000361DD">
        <w:rPr>
          <w:rFonts w:eastAsia="MS Mincho" w:cs="Arial"/>
          <w:szCs w:val="22"/>
        </w:rPr>
        <w:t xml:space="preserve">Součet ocenění jednotlivých činností uvedených v cenové nabídce bude totožný s nabídkovou cenou uvedenou v návrhu smlouvy o </w:t>
      </w:r>
      <w:r w:rsidR="000361DD">
        <w:rPr>
          <w:rFonts w:eastAsia="MS Mincho" w:cs="Arial"/>
          <w:szCs w:val="22"/>
        </w:rPr>
        <w:t>dílo</w:t>
      </w:r>
      <w:r w:rsidR="000361DD" w:rsidRPr="000361DD">
        <w:rPr>
          <w:rFonts w:eastAsia="MS Mincho" w:cs="Arial"/>
          <w:szCs w:val="22"/>
        </w:rPr>
        <w:t>.</w:t>
      </w:r>
    </w:p>
    <w:p w14:paraId="1B8E9081" w14:textId="77777777" w:rsidR="00844878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EF2760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EF2760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 hodnoty. Změna ceny za provedení díla bude pro tento případ řešena dodatkem ke smlouvě</w:t>
      </w:r>
      <w:r w:rsidR="000361DD">
        <w:rPr>
          <w:rFonts w:eastAsia="MS Mincho" w:cs="Arial"/>
          <w:szCs w:val="22"/>
        </w:rPr>
        <w:t xml:space="preserve"> o dílo</w:t>
      </w:r>
      <w:r w:rsidRPr="00EF2760">
        <w:rPr>
          <w:rFonts w:eastAsia="MS Mincho" w:cs="Arial"/>
          <w:szCs w:val="22"/>
        </w:rPr>
        <w:t>.</w:t>
      </w:r>
    </w:p>
    <w:p w14:paraId="0D22B124" w14:textId="2C732B6F" w:rsidR="0056615F" w:rsidRPr="00EF2760" w:rsidRDefault="005661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Požadavky na </w:t>
      </w:r>
      <w:r w:rsidR="00F952CD" w:rsidRPr="00EF2760">
        <w:rPr>
          <w:rFonts w:ascii="Arial" w:hAnsi="Arial" w:cs="Arial"/>
          <w:sz w:val="22"/>
          <w:szCs w:val="22"/>
        </w:rPr>
        <w:t xml:space="preserve">formu a </w:t>
      </w:r>
      <w:r w:rsidRPr="00EF2760">
        <w:rPr>
          <w:rFonts w:ascii="Arial" w:hAnsi="Arial" w:cs="Arial"/>
          <w:sz w:val="22"/>
          <w:szCs w:val="22"/>
        </w:rPr>
        <w:t xml:space="preserve">způsob </w:t>
      </w:r>
      <w:r w:rsidR="00F952CD" w:rsidRPr="00EF2760">
        <w:rPr>
          <w:rFonts w:ascii="Arial" w:hAnsi="Arial" w:cs="Arial"/>
          <w:sz w:val="22"/>
          <w:szCs w:val="22"/>
        </w:rPr>
        <w:t>zpracování nabídky</w:t>
      </w:r>
      <w:r w:rsidR="000361DD">
        <w:rPr>
          <w:rFonts w:ascii="Arial" w:hAnsi="Arial" w:cs="Arial"/>
          <w:sz w:val="22"/>
          <w:szCs w:val="22"/>
        </w:rPr>
        <w:t>, obsahové členění</w:t>
      </w:r>
      <w:r w:rsidRPr="00EF2760">
        <w:rPr>
          <w:rFonts w:ascii="Arial" w:hAnsi="Arial" w:cs="Arial"/>
          <w:sz w:val="22"/>
          <w:szCs w:val="22"/>
        </w:rPr>
        <w:t xml:space="preserve"> </w:t>
      </w:r>
      <w:r w:rsidR="00F952CD" w:rsidRPr="00EF2760">
        <w:rPr>
          <w:rFonts w:ascii="Arial" w:hAnsi="Arial" w:cs="Arial"/>
          <w:sz w:val="22"/>
          <w:szCs w:val="22"/>
        </w:rPr>
        <w:t>a její předložení</w:t>
      </w:r>
    </w:p>
    <w:p w14:paraId="06F25752" w14:textId="5955FA45" w:rsidR="0053473C" w:rsidRPr="00EF2760" w:rsidRDefault="00101876" w:rsidP="005F4346">
      <w:pPr>
        <w:keepNext/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outlineLvl w:val="3"/>
        <w:rPr>
          <w:rFonts w:ascii="Arial" w:hAnsi="Arial" w:cs="Arial"/>
          <w:bCs/>
          <w:sz w:val="22"/>
          <w:szCs w:val="22"/>
        </w:rPr>
      </w:pPr>
      <w:r w:rsidRPr="00EF2760">
        <w:rPr>
          <w:rFonts w:ascii="Arial" w:hAnsi="Arial" w:cs="Arial"/>
          <w:bCs/>
          <w:spacing w:val="-6"/>
          <w:sz w:val="22"/>
          <w:szCs w:val="22"/>
        </w:rPr>
        <w:t xml:space="preserve">Dodavatel musí vypracovat nabídku v požadovaném rozsahu a členění v souladu s vyhlášenými podmínkami a pokyny uvedenými v zadávací dokumentaci. 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 xml:space="preserve">Zadavatel požaduje, aby </w:t>
      </w:r>
      <w:r w:rsidR="006210E7" w:rsidRPr="00EF2760">
        <w:rPr>
          <w:rFonts w:ascii="Arial" w:hAnsi="Arial" w:cs="Arial"/>
          <w:bCs/>
          <w:spacing w:val="-6"/>
          <w:sz w:val="22"/>
          <w:szCs w:val="22"/>
        </w:rPr>
        <w:t xml:space="preserve">dodavatel 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>podal sv</w:t>
      </w:r>
      <w:r w:rsidRPr="00EF2760">
        <w:rPr>
          <w:rFonts w:ascii="Arial" w:hAnsi="Arial" w:cs="Arial"/>
          <w:bCs/>
          <w:spacing w:val="-6"/>
          <w:sz w:val="22"/>
          <w:szCs w:val="22"/>
        </w:rPr>
        <w:t>ou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 xml:space="preserve"> nabídk</w:t>
      </w:r>
      <w:r w:rsidRPr="00EF2760">
        <w:rPr>
          <w:rFonts w:ascii="Arial" w:hAnsi="Arial" w:cs="Arial"/>
          <w:bCs/>
          <w:spacing w:val="-6"/>
          <w:sz w:val="22"/>
          <w:szCs w:val="22"/>
        </w:rPr>
        <w:t>u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 xml:space="preserve"> v</w:t>
      </w:r>
      <w:r w:rsidR="007C4DDC" w:rsidRPr="00EF2760">
        <w:rPr>
          <w:rFonts w:ascii="Arial" w:hAnsi="Arial" w:cs="Arial"/>
          <w:bCs/>
          <w:spacing w:val="-6"/>
          <w:sz w:val="22"/>
          <w:szCs w:val="22"/>
        </w:rPr>
        <w:t> 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>jediné</w:t>
      </w:r>
      <w:r w:rsidR="007C4DDC" w:rsidRPr="00EF2760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>řádně</w:t>
      </w:r>
      <w:r w:rsidR="0053473C" w:rsidRPr="00EF2760">
        <w:rPr>
          <w:rFonts w:ascii="Arial" w:hAnsi="Arial" w:cs="Arial"/>
          <w:bCs/>
          <w:sz w:val="22"/>
          <w:szCs w:val="22"/>
        </w:rPr>
        <w:t xml:space="preserve"> uzavřené obálce, která bude </w:t>
      </w:r>
      <w:r w:rsidR="0053473C" w:rsidRPr="00EF2760"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 w:rsidR="00BE53EE" w:rsidRPr="00EF2760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</w:t>
      </w:r>
      <w:r w:rsidR="00BE53EE" w:rsidRPr="00CC6A1C">
        <w:rPr>
          <w:rFonts w:ascii="Arial" w:hAnsi="Arial" w:cs="Arial"/>
          <w:b/>
          <w:bCs/>
          <w:spacing w:val="-4"/>
          <w:sz w:val="22"/>
          <w:szCs w:val="22"/>
        </w:rPr>
        <w:t xml:space="preserve">– </w:t>
      </w:r>
      <w:r w:rsidR="005F4346" w:rsidRPr="00CC6A1C">
        <w:rPr>
          <w:rFonts w:ascii="Arial" w:hAnsi="Arial" w:cs="Arial"/>
          <w:b/>
          <w:bCs/>
          <w:sz w:val="22"/>
          <w:szCs w:val="22"/>
        </w:rPr>
        <w:t xml:space="preserve">II/128 Pacov – Lukavec, 3. stavba – silnice dle </w:t>
      </w:r>
      <w:proofErr w:type="gramStart"/>
      <w:r w:rsidR="005F4346" w:rsidRPr="00CC6A1C">
        <w:rPr>
          <w:rFonts w:ascii="Arial" w:hAnsi="Arial" w:cs="Arial"/>
          <w:b/>
          <w:bCs/>
          <w:sz w:val="22"/>
          <w:szCs w:val="22"/>
        </w:rPr>
        <w:t>nového</w:t>
      </w:r>
      <w:proofErr w:type="gramEnd"/>
      <w:r w:rsidR="005F4346" w:rsidRPr="00CC6A1C">
        <w:rPr>
          <w:rFonts w:ascii="Arial" w:hAnsi="Arial" w:cs="Arial"/>
          <w:b/>
          <w:bCs/>
          <w:sz w:val="22"/>
          <w:szCs w:val="22"/>
        </w:rPr>
        <w:t xml:space="preserve"> ÚP, vyhledávací studie</w:t>
      </w:r>
      <w:r w:rsidR="00BE53EE" w:rsidRPr="00EF2760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 xml:space="preserve">a 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>obchodním jménem dodavatele vč.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 xml:space="preserve"> adres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>y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>, na n</w:t>
      </w:r>
      <w:r w:rsidR="005E4E88">
        <w:rPr>
          <w:rFonts w:ascii="Arial" w:hAnsi="Arial" w:cs="Arial"/>
          <w:bCs/>
          <w:spacing w:val="-6"/>
          <w:sz w:val="22"/>
          <w:szCs w:val="22"/>
        </w:rPr>
        <w:t>í</w:t>
      </w:r>
      <w:r w:rsidR="0053473C" w:rsidRPr="00EF2760">
        <w:rPr>
          <w:rFonts w:ascii="Arial" w:hAnsi="Arial" w:cs="Arial"/>
          <w:bCs/>
          <w:spacing w:val="-6"/>
          <w:sz w:val="22"/>
          <w:szCs w:val="22"/>
        </w:rPr>
        <w:t>ž je možné zaslat oznámení o tom, že nabídka</w:t>
      </w:r>
      <w:r w:rsidR="0053473C" w:rsidRPr="00EF2760">
        <w:rPr>
          <w:rFonts w:ascii="Arial" w:hAnsi="Arial" w:cs="Arial"/>
          <w:bCs/>
          <w:sz w:val="22"/>
          <w:szCs w:val="22"/>
        </w:rPr>
        <w:t xml:space="preserve"> byla podána po uplynutí lhůty pro podání nabídek. </w:t>
      </w:r>
    </w:p>
    <w:p w14:paraId="1A0CA2D5" w14:textId="77777777" w:rsidR="0053473C" w:rsidRPr="00EF2760" w:rsidRDefault="00085BF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F2760">
        <w:rPr>
          <w:rFonts w:ascii="Arial" w:hAnsi="Arial" w:cs="Arial"/>
          <w:bCs/>
          <w:sz w:val="22"/>
          <w:szCs w:val="22"/>
        </w:rPr>
        <w:t>Nabídka bude zpracována v písemné listinné formě v jednom vyhotovení</w:t>
      </w:r>
      <w:r w:rsidR="0052411D" w:rsidRPr="00EF2760">
        <w:rPr>
          <w:rFonts w:ascii="Arial" w:hAnsi="Arial" w:cs="Arial"/>
          <w:bCs/>
          <w:sz w:val="22"/>
          <w:szCs w:val="22"/>
        </w:rPr>
        <w:t>, v českém jazyce</w:t>
      </w:r>
      <w:r w:rsidRPr="00EF2760">
        <w:rPr>
          <w:rFonts w:ascii="Arial" w:hAnsi="Arial" w:cs="Arial"/>
          <w:bCs/>
          <w:sz w:val="22"/>
          <w:szCs w:val="22"/>
        </w:rPr>
        <w:t>.</w:t>
      </w:r>
      <w:r w:rsidR="0052411D" w:rsidRPr="00EF2760">
        <w:rPr>
          <w:rFonts w:ascii="Arial" w:hAnsi="Arial" w:cs="Arial"/>
          <w:bCs/>
          <w:sz w:val="22"/>
          <w:szCs w:val="22"/>
        </w:rPr>
        <w:t xml:space="preserve"> Případné vložené cizojazyčné listiny </w:t>
      </w:r>
      <w:r w:rsidR="00F77880" w:rsidRPr="00EF2760">
        <w:rPr>
          <w:rFonts w:ascii="Arial" w:hAnsi="Arial" w:cs="Arial"/>
          <w:bCs/>
          <w:sz w:val="22"/>
          <w:szCs w:val="22"/>
        </w:rPr>
        <w:t xml:space="preserve">v originále </w:t>
      </w:r>
      <w:r w:rsidR="0052411D" w:rsidRPr="00EF2760">
        <w:rPr>
          <w:rFonts w:ascii="Arial" w:hAnsi="Arial" w:cs="Arial"/>
          <w:bCs/>
          <w:sz w:val="22"/>
          <w:szCs w:val="22"/>
        </w:rPr>
        <w:t>musí mít přeloženou úředně ověřenou kopii.</w:t>
      </w:r>
      <w:r w:rsidRPr="00EF2760">
        <w:rPr>
          <w:rFonts w:ascii="Arial" w:hAnsi="Arial" w:cs="Arial"/>
          <w:bCs/>
          <w:sz w:val="22"/>
          <w:szCs w:val="22"/>
        </w:rPr>
        <w:t xml:space="preserve"> </w:t>
      </w:r>
      <w:r w:rsidR="00F77880" w:rsidRPr="00EF2760">
        <w:rPr>
          <w:rFonts w:ascii="Arial" w:hAnsi="Arial" w:cs="Arial"/>
          <w:bCs/>
          <w:sz w:val="22"/>
          <w:szCs w:val="22"/>
        </w:rPr>
        <w:t xml:space="preserve">Všechny tisky a kopie budou kvalitní a dobře čitelné. </w:t>
      </w:r>
      <w:r w:rsidR="0053473C" w:rsidRPr="00EF2760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71CF8823" w14:textId="77777777" w:rsidR="0053473C" w:rsidRPr="00EF2760" w:rsidRDefault="0053473C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F2760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EF2760">
        <w:rPr>
          <w:rFonts w:ascii="Arial" w:hAnsi="Arial" w:cs="Arial"/>
          <w:bCs/>
          <w:spacing w:val="-6"/>
          <w:sz w:val="22"/>
          <w:szCs w:val="22"/>
        </w:rPr>
        <w:t xml:space="preserve">přiložit v nabídce originál nebo ověřenou kopii 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>písemného závazku</w:t>
      </w:r>
      <w:r w:rsidRPr="00EF2760">
        <w:rPr>
          <w:rFonts w:ascii="Arial" w:hAnsi="Arial" w:cs="Arial"/>
          <w:bCs/>
          <w:spacing w:val="-6"/>
          <w:sz w:val="22"/>
          <w:szCs w:val="22"/>
        </w:rPr>
        <w:t>, z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>e</w:t>
      </w:r>
      <w:r w:rsidR="00582120" w:rsidRPr="00EF2760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 xml:space="preserve">kterého </w:t>
      </w:r>
      <w:r w:rsidRPr="00EF2760">
        <w:rPr>
          <w:rFonts w:ascii="Arial" w:hAnsi="Arial" w:cs="Arial"/>
          <w:bCs/>
          <w:spacing w:val="-6"/>
          <w:sz w:val="22"/>
          <w:szCs w:val="22"/>
        </w:rPr>
        <w:t>závazně vyplývá, že všichni tito dodavatelé</w:t>
      </w:r>
      <w:r w:rsidRPr="00EF2760">
        <w:rPr>
          <w:rFonts w:ascii="Arial" w:hAnsi="Arial" w:cs="Arial"/>
          <w:bCs/>
          <w:sz w:val="22"/>
          <w:szCs w:val="22"/>
        </w:rPr>
        <w:t xml:space="preserve"> </w:t>
      </w:r>
      <w:r w:rsidRPr="00EF2760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EF2760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</w:t>
      </w:r>
      <w:r w:rsidRPr="00EF2760">
        <w:rPr>
          <w:rFonts w:ascii="Arial" w:hAnsi="Arial" w:cs="Arial"/>
          <w:bCs/>
          <w:sz w:val="22"/>
          <w:szCs w:val="22"/>
        </w:rPr>
        <w:lastRenderedPageBreak/>
        <w:t xml:space="preserve">zavázáni společně a nerozdílně, a to po celou dobu plnění veřejné zakázky i po dobu trvání jiných závazků </w:t>
      </w:r>
      <w:r w:rsidRPr="00EF2760">
        <w:rPr>
          <w:rFonts w:ascii="Arial" w:hAnsi="Arial" w:cs="Arial"/>
          <w:bCs/>
          <w:spacing w:val="-6"/>
          <w:sz w:val="22"/>
          <w:szCs w:val="22"/>
        </w:rPr>
        <w:t>vyplývajících z veřejné zakázky. Příslušn</w:t>
      </w:r>
      <w:r w:rsidR="0052411D" w:rsidRPr="00EF2760">
        <w:rPr>
          <w:rFonts w:ascii="Arial" w:hAnsi="Arial" w:cs="Arial"/>
          <w:bCs/>
          <w:spacing w:val="-6"/>
          <w:sz w:val="22"/>
          <w:szCs w:val="22"/>
        </w:rPr>
        <w:t>ý písemný závazek</w:t>
      </w:r>
      <w:r w:rsidRPr="00EF2760">
        <w:rPr>
          <w:rFonts w:ascii="Arial" w:hAnsi="Arial" w:cs="Arial"/>
          <w:bCs/>
          <w:spacing w:val="-6"/>
          <w:sz w:val="22"/>
          <w:szCs w:val="22"/>
        </w:rPr>
        <w:t xml:space="preserve"> musí rovněž zřetelně vymezovat, který z dodavatelů</w:t>
      </w:r>
      <w:r w:rsidRPr="00EF2760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41A6A0D9" w14:textId="77777777" w:rsidR="0056671B" w:rsidRPr="00EF2760" w:rsidRDefault="0056671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F2760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8973CA">
        <w:rPr>
          <w:rFonts w:ascii="Arial" w:hAnsi="Arial" w:cs="Arial"/>
          <w:b/>
          <w:bCs/>
          <w:sz w:val="22"/>
          <w:szCs w:val="22"/>
        </w:rPr>
        <w:t xml:space="preserve">o dílo </w:t>
      </w:r>
      <w:r w:rsidRPr="00EF2760">
        <w:rPr>
          <w:rFonts w:ascii="Arial" w:hAnsi="Arial" w:cs="Arial"/>
          <w:b/>
          <w:bCs/>
          <w:sz w:val="22"/>
          <w:szCs w:val="22"/>
        </w:rPr>
        <w:t>musí být podepsán osobou oprávněnou jednat za dodavatele. V případě zmocnění k podpisu musí být součástí nabídky dodavatele originál nebo úředně ověřená kopie zmocnění</w:t>
      </w:r>
      <w:r w:rsidRPr="00EF2760">
        <w:rPr>
          <w:rFonts w:ascii="Arial" w:hAnsi="Arial" w:cs="Arial"/>
          <w:bCs/>
          <w:sz w:val="22"/>
          <w:szCs w:val="22"/>
        </w:rPr>
        <w:t>.</w:t>
      </w:r>
    </w:p>
    <w:p w14:paraId="307581AB" w14:textId="77777777" w:rsidR="0056615F" w:rsidRPr="00EF2760" w:rsidRDefault="0026379F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714" w:rsidRPr="00EF2760">
        <w:rPr>
          <w:rFonts w:ascii="Arial" w:hAnsi="Arial" w:cs="Arial"/>
          <w:bCs/>
          <w:spacing w:val="-6"/>
          <w:sz w:val="22"/>
          <w:szCs w:val="22"/>
        </w:rPr>
        <w:t>i je doporučeno použít</w:t>
      </w:r>
      <w:r w:rsidR="0056615F" w:rsidRPr="00EF2760">
        <w:rPr>
          <w:rFonts w:ascii="Arial" w:hAnsi="Arial" w:cs="Arial"/>
          <w:bCs/>
          <w:spacing w:val="-6"/>
          <w:sz w:val="22"/>
          <w:szCs w:val="22"/>
        </w:rPr>
        <w:t xml:space="preserve"> dokument</w:t>
      </w:r>
      <w:r w:rsidR="00A56714" w:rsidRPr="00EF2760">
        <w:rPr>
          <w:rFonts w:ascii="Arial" w:hAnsi="Arial" w:cs="Arial"/>
          <w:bCs/>
          <w:spacing w:val="-6"/>
          <w:sz w:val="22"/>
          <w:szCs w:val="22"/>
        </w:rPr>
        <w:t>y</w:t>
      </w:r>
      <w:r w:rsidR="0056615F" w:rsidRPr="00EF2760">
        <w:rPr>
          <w:rFonts w:ascii="Arial" w:hAnsi="Arial" w:cs="Arial"/>
          <w:bCs/>
          <w:spacing w:val="-6"/>
          <w:sz w:val="22"/>
          <w:szCs w:val="22"/>
        </w:rPr>
        <w:t xml:space="preserve"> specifikované v následujících bodech tohoto článku</w:t>
      </w:r>
      <w:r w:rsidR="0056615F" w:rsidRPr="00EF2760">
        <w:rPr>
          <w:rFonts w:ascii="Arial" w:hAnsi="Arial" w:cs="Arial"/>
          <w:sz w:val="22"/>
          <w:szCs w:val="22"/>
        </w:rPr>
        <w:t xml:space="preserve"> </w:t>
      </w:r>
      <w:r w:rsidR="00E451FE" w:rsidRPr="00EF2760">
        <w:rPr>
          <w:rFonts w:ascii="Arial" w:hAnsi="Arial" w:cs="Arial"/>
          <w:sz w:val="22"/>
          <w:szCs w:val="22"/>
        </w:rPr>
        <w:t>zadávací dokumentace</w:t>
      </w:r>
      <w:r w:rsidR="0056615F" w:rsidRPr="00EF2760">
        <w:rPr>
          <w:rFonts w:ascii="Arial" w:hAnsi="Arial" w:cs="Arial"/>
          <w:sz w:val="22"/>
          <w:szCs w:val="22"/>
        </w:rPr>
        <w:t>:</w:t>
      </w:r>
    </w:p>
    <w:p w14:paraId="26FC58FC" w14:textId="526F04B4" w:rsidR="0056615F" w:rsidRPr="00EF2760" w:rsidRDefault="00A56714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EF2760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 w:rsidRPr="00EF2760">
        <w:rPr>
          <w:rFonts w:ascii="Arial" w:hAnsi="Arial" w:cs="Arial"/>
          <w:sz w:val="22"/>
          <w:szCs w:val="22"/>
        </w:rPr>
        <w:t xml:space="preserve"> (</w:t>
      </w:r>
      <w:r w:rsidR="00D20A5A" w:rsidRPr="00EF2760">
        <w:rPr>
          <w:rFonts w:ascii="Arial" w:hAnsi="Arial" w:cs="Arial"/>
          <w:spacing w:val="-4"/>
          <w:sz w:val="22"/>
          <w:szCs w:val="22"/>
        </w:rPr>
        <w:t xml:space="preserve">viz </w:t>
      </w:r>
      <w:r w:rsidR="00E451FE" w:rsidRPr="00EF2760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EF2760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EF2760">
        <w:rPr>
          <w:rFonts w:ascii="Arial" w:hAnsi="Arial" w:cs="Arial"/>
          <w:sz w:val="22"/>
          <w:szCs w:val="22"/>
        </w:rPr>
        <w:t xml:space="preserve"> název </w:t>
      </w:r>
      <w:r w:rsidR="00777978" w:rsidRPr="00EF2760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Pr="00EF2760"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EF2760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77978" w:rsidRPr="00EF2760">
        <w:rPr>
          <w:rFonts w:ascii="Arial" w:hAnsi="Arial" w:cs="Arial"/>
          <w:sz w:val="22"/>
          <w:szCs w:val="22"/>
        </w:rPr>
        <w:t xml:space="preserve"> k dalším jednáním)</w:t>
      </w:r>
      <w:r w:rsidRPr="00EF2760">
        <w:rPr>
          <w:rFonts w:ascii="Arial" w:hAnsi="Arial" w:cs="Arial"/>
          <w:sz w:val="22"/>
          <w:szCs w:val="22"/>
        </w:rPr>
        <w:t>;</w:t>
      </w:r>
    </w:p>
    <w:p w14:paraId="39EE898C" w14:textId="77777777" w:rsidR="0056615F" w:rsidRPr="00EF2760" w:rsidRDefault="00A5671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EF276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EF276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EF2760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0F1F9D13" w14:textId="40FD0F00" w:rsidR="00C3703F" w:rsidRPr="00764188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E65C2C" w:rsidRPr="00EF2760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  <w:r w:rsidR="00856B02" w:rsidRPr="00EF276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EF2760">
        <w:rPr>
          <w:rFonts w:ascii="Arial" w:hAnsi="Arial" w:cs="Arial"/>
          <w:bCs/>
          <w:i/>
          <w:iCs/>
          <w:sz w:val="22"/>
          <w:szCs w:val="22"/>
        </w:rPr>
        <w:t>(</w:t>
      </w:r>
      <w:r w:rsidR="00A56714" w:rsidRPr="00EF2760">
        <w:rPr>
          <w:rFonts w:ascii="Arial" w:hAnsi="Arial" w:cs="Arial"/>
          <w:bCs/>
          <w:i/>
          <w:iCs/>
          <w:sz w:val="22"/>
          <w:szCs w:val="22"/>
        </w:rPr>
        <w:t>viz</w:t>
      </w:r>
      <w:r w:rsidR="00F3138C" w:rsidRPr="00EF2760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604E03" w:rsidRPr="00EF2760">
        <w:rPr>
          <w:rFonts w:ascii="Arial" w:hAnsi="Arial" w:cs="Arial"/>
          <w:bCs/>
          <w:i/>
          <w:iCs/>
          <w:sz w:val="22"/>
          <w:szCs w:val="22"/>
        </w:rPr>
        <w:t>zadávací dokumentace</w:t>
      </w:r>
      <w:r w:rsidR="00F3138C" w:rsidRPr="00EF2760">
        <w:rPr>
          <w:rFonts w:ascii="Arial" w:hAnsi="Arial" w:cs="Arial"/>
          <w:bCs/>
          <w:i/>
          <w:iCs/>
          <w:sz w:val="22"/>
          <w:szCs w:val="22"/>
        </w:rPr>
        <w:t>)</w:t>
      </w:r>
      <w:r w:rsidRPr="00EF2760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4AD993E1" w14:textId="77777777" w:rsidR="008973CA" w:rsidRPr="00EF2760" w:rsidRDefault="008973CA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80AFE80" w14:textId="77777777" w:rsidR="0056615F" w:rsidRPr="00EF2760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cenová nabídka</w:t>
      </w:r>
      <w:r w:rsidR="001C394C" w:rsidRPr="00EF276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C394C" w:rsidRPr="00EF2760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C3703F" w:rsidRPr="00EF2760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14:paraId="78D22D38" w14:textId="77777777" w:rsidR="0056615F" w:rsidRPr="00EF2760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EF2760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 w:rsidRPr="00EF2760"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14:paraId="321DAA71" w14:textId="77777777" w:rsidR="004479CF" w:rsidRPr="00EF2760" w:rsidRDefault="002515EE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Dostupnost zadávací dokumentace</w:t>
      </w:r>
      <w:r w:rsidR="004479CF" w:rsidRPr="00EF2760">
        <w:rPr>
          <w:rFonts w:ascii="Arial" w:hAnsi="Arial" w:cs="Arial"/>
          <w:sz w:val="22"/>
          <w:szCs w:val="22"/>
        </w:rPr>
        <w:t xml:space="preserve"> a dodatečné informace k</w:t>
      </w:r>
      <w:r w:rsidR="000E48B2" w:rsidRPr="00EF2760">
        <w:rPr>
          <w:rFonts w:ascii="Arial" w:hAnsi="Arial" w:cs="Arial"/>
          <w:sz w:val="22"/>
          <w:szCs w:val="22"/>
        </w:rPr>
        <w:t> zadávací dokumentaci</w:t>
      </w:r>
    </w:p>
    <w:p w14:paraId="37207683" w14:textId="77777777" w:rsidR="004479CF" w:rsidRPr="00EF2760" w:rsidRDefault="00E41F6B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-2"/>
          <w:sz w:val="22"/>
          <w:szCs w:val="22"/>
        </w:rPr>
        <w:t>Dodavatel</w:t>
      </w:r>
      <w:r w:rsidR="002515EE" w:rsidRPr="00EF2760">
        <w:rPr>
          <w:rFonts w:ascii="Arial" w:hAnsi="Arial" w:cs="Arial"/>
          <w:spacing w:val="-2"/>
          <w:sz w:val="22"/>
          <w:szCs w:val="22"/>
        </w:rPr>
        <w:t>i</w:t>
      </w:r>
      <w:r w:rsidR="004479CF" w:rsidRPr="00EF2760">
        <w:rPr>
          <w:rFonts w:ascii="Arial" w:hAnsi="Arial" w:cs="Arial"/>
          <w:spacing w:val="-2"/>
          <w:sz w:val="22"/>
          <w:szCs w:val="22"/>
        </w:rPr>
        <w:t xml:space="preserve"> je umožněn neomezený a p</w:t>
      </w:r>
      <w:r w:rsidR="000E1BF9" w:rsidRPr="00EF2760">
        <w:rPr>
          <w:rFonts w:ascii="Arial" w:hAnsi="Arial" w:cs="Arial"/>
          <w:spacing w:val="-2"/>
          <w:sz w:val="22"/>
          <w:szCs w:val="22"/>
        </w:rPr>
        <w:t>římý dálkový přístup k</w:t>
      </w:r>
      <w:r w:rsidR="000E48B2" w:rsidRPr="00EF2760">
        <w:rPr>
          <w:rFonts w:ascii="Arial" w:hAnsi="Arial" w:cs="Arial"/>
          <w:spacing w:val="-2"/>
          <w:sz w:val="22"/>
          <w:szCs w:val="22"/>
        </w:rPr>
        <w:t> zadávací dokumentaci</w:t>
      </w:r>
      <w:r w:rsidR="000E1BF9" w:rsidRPr="00EF2760">
        <w:rPr>
          <w:rFonts w:ascii="Arial" w:hAnsi="Arial" w:cs="Arial"/>
          <w:spacing w:val="-2"/>
          <w:sz w:val="22"/>
          <w:szCs w:val="22"/>
        </w:rPr>
        <w:t xml:space="preserve"> </w:t>
      </w:r>
      <w:r w:rsidR="004479CF" w:rsidRPr="00EF2760">
        <w:rPr>
          <w:rFonts w:ascii="Arial" w:hAnsi="Arial" w:cs="Arial"/>
          <w:spacing w:val="-2"/>
          <w:sz w:val="22"/>
          <w:szCs w:val="22"/>
        </w:rPr>
        <w:t>v plném</w:t>
      </w:r>
      <w:r w:rsidR="004479CF" w:rsidRPr="00EF2760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8" w:history="1">
        <w:r w:rsidR="004B558A" w:rsidRPr="00EF2760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4B558A" w:rsidRPr="00EF2760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EB31D9" w:rsidRPr="00EF2760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B31D9" w:rsidRPr="00EF2760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736F41AC" w14:textId="77777777" w:rsidR="004479CF" w:rsidRPr="00EF2760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Úhrada za </w:t>
      </w:r>
      <w:r w:rsidR="000E48B2" w:rsidRPr="00EF2760">
        <w:rPr>
          <w:rFonts w:ascii="Arial" w:hAnsi="Arial" w:cs="Arial"/>
          <w:sz w:val="22"/>
          <w:szCs w:val="22"/>
        </w:rPr>
        <w:t>zadávací dokumentaci</w:t>
      </w:r>
      <w:r w:rsidRPr="00EF2760">
        <w:rPr>
          <w:rFonts w:ascii="Arial" w:hAnsi="Arial" w:cs="Arial"/>
          <w:sz w:val="22"/>
          <w:szCs w:val="22"/>
        </w:rPr>
        <w:t xml:space="preserve"> není zadavatelem požadována. </w:t>
      </w:r>
    </w:p>
    <w:p w14:paraId="0E376BA2" w14:textId="77777777" w:rsidR="000E1BF9" w:rsidRPr="00EF2760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Zadávací dokumentaci</w:t>
      </w:r>
      <w:r w:rsidR="004479CF" w:rsidRPr="00EF2760">
        <w:rPr>
          <w:rFonts w:ascii="Arial" w:hAnsi="Arial" w:cs="Arial"/>
          <w:sz w:val="22"/>
          <w:szCs w:val="22"/>
        </w:rPr>
        <w:t xml:space="preserve"> tvoří</w:t>
      </w:r>
      <w:r w:rsidR="000E1BF9" w:rsidRPr="00EF2760">
        <w:rPr>
          <w:rFonts w:ascii="Arial" w:hAnsi="Arial" w:cs="Arial"/>
          <w:sz w:val="22"/>
          <w:szCs w:val="22"/>
        </w:rPr>
        <w:t>:</w:t>
      </w:r>
    </w:p>
    <w:p w14:paraId="7F28DAF9" w14:textId="77777777" w:rsidR="000E1BF9" w:rsidRPr="00EF276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v</w:t>
      </w:r>
      <w:r w:rsidR="004A454F" w:rsidRPr="00EF2760">
        <w:rPr>
          <w:rFonts w:ascii="Arial" w:hAnsi="Arial" w:cs="Arial"/>
          <w:sz w:val="22"/>
          <w:szCs w:val="22"/>
        </w:rPr>
        <w:t>ýzva k podání nabíd</w:t>
      </w:r>
      <w:r w:rsidR="006F5EFE" w:rsidRPr="00EF2760">
        <w:rPr>
          <w:rFonts w:ascii="Arial" w:hAnsi="Arial" w:cs="Arial"/>
          <w:sz w:val="22"/>
          <w:szCs w:val="22"/>
        </w:rPr>
        <w:t>ek</w:t>
      </w:r>
      <w:r w:rsidR="004A454F" w:rsidRPr="00EF2760">
        <w:rPr>
          <w:rFonts w:ascii="Arial" w:hAnsi="Arial" w:cs="Arial"/>
          <w:sz w:val="22"/>
          <w:szCs w:val="22"/>
        </w:rPr>
        <w:t>,</w:t>
      </w:r>
    </w:p>
    <w:p w14:paraId="5D657A57" w14:textId="77777777" w:rsidR="000E1BF9" w:rsidRPr="00EF276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k</w:t>
      </w:r>
      <w:r w:rsidR="004A454F" w:rsidRPr="00EF2760">
        <w:rPr>
          <w:rFonts w:ascii="Arial" w:hAnsi="Arial" w:cs="Arial"/>
          <w:sz w:val="22"/>
          <w:szCs w:val="22"/>
        </w:rPr>
        <w:t>rycí list nabídky,</w:t>
      </w:r>
    </w:p>
    <w:p w14:paraId="19134D6D" w14:textId="473536F6" w:rsidR="000E1BF9" w:rsidRPr="00EF276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v</w:t>
      </w:r>
      <w:r w:rsidR="004A454F" w:rsidRPr="00EF2760">
        <w:rPr>
          <w:rFonts w:ascii="Arial" w:hAnsi="Arial" w:cs="Arial"/>
          <w:sz w:val="22"/>
          <w:szCs w:val="22"/>
        </w:rPr>
        <w:t>zor čestného prohlášení</w:t>
      </w:r>
      <w:r w:rsidR="00BB6B94" w:rsidRPr="00EF2760">
        <w:rPr>
          <w:rFonts w:ascii="Arial" w:hAnsi="Arial" w:cs="Arial"/>
          <w:sz w:val="22"/>
          <w:szCs w:val="22"/>
        </w:rPr>
        <w:t xml:space="preserve"> pro základní </w:t>
      </w:r>
      <w:r w:rsidR="00F35D3C">
        <w:rPr>
          <w:rFonts w:ascii="Arial" w:hAnsi="Arial" w:cs="Arial"/>
          <w:sz w:val="22"/>
          <w:szCs w:val="22"/>
        </w:rPr>
        <w:t>způsobilosti</w:t>
      </w:r>
      <w:r w:rsidR="00BB6B94" w:rsidRPr="00EF2760">
        <w:rPr>
          <w:rFonts w:ascii="Arial" w:hAnsi="Arial" w:cs="Arial"/>
          <w:sz w:val="22"/>
          <w:szCs w:val="22"/>
        </w:rPr>
        <w:t>,</w:t>
      </w:r>
    </w:p>
    <w:p w14:paraId="148DFEB4" w14:textId="77777777" w:rsidR="003F70E0" w:rsidRPr="00F35D3C" w:rsidRDefault="004A73F2" w:rsidP="00F35D3C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eastAsia="MS Mincho" w:hAnsi="Arial" w:cs="Arial"/>
          <w:spacing w:val="-4"/>
          <w:sz w:val="22"/>
          <w:szCs w:val="22"/>
        </w:rPr>
        <w:t>f</w:t>
      </w:r>
      <w:r w:rsidR="002F5580" w:rsidRPr="00EF2760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2F5580" w:rsidRPr="00EF2760"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14:paraId="26710A65" w14:textId="5780D49C" w:rsidR="00BB6B94" w:rsidRDefault="00856B0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návrh smlouvy</w:t>
      </w:r>
      <w:r w:rsidR="00BB6B94" w:rsidRPr="00EF2760">
        <w:rPr>
          <w:rFonts w:ascii="Arial" w:hAnsi="Arial" w:cs="Arial"/>
          <w:sz w:val="22"/>
          <w:szCs w:val="22"/>
        </w:rPr>
        <w:t xml:space="preserve"> </w:t>
      </w:r>
      <w:r w:rsidR="00E65C2C" w:rsidRPr="00EF2760">
        <w:rPr>
          <w:rFonts w:ascii="Arial" w:hAnsi="Arial" w:cs="Arial"/>
          <w:sz w:val="22"/>
          <w:szCs w:val="22"/>
        </w:rPr>
        <w:t>o dílo</w:t>
      </w:r>
      <w:r w:rsidR="00BB6B94" w:rsidRPr="00EF2760">
        <w:rPr>
          <w:rFonts w:ascii="Arial" w:hAnsi="Arial" w:cs="Arial"/>
          <w:sz w:val="22"/>
          <w:szCs w:val="22"/>
        </w:rPr>
        <w:t>,</w:t>
      </w:r>
    </w:p>
    <w:p w14:paraId="59A897B6" w14:textId="77777777" w:rsidR="00F35D3C" w:rsidRDefault="00F35D3C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33D104D9" w14:textId="77777777" w:rsidR="00F35D3C" w:rsidRPr="00EF2760" w:rsidRDefault="00F35D3C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cenové nabídky,</w:t>
      </w:r>
    </w:p>
    <w:p w14:paraId="74B3C99A" w14:textId="2A9FAB5E" w:rsidR="004479CF" w:rsidRPr="005F4346" w:rsidRDefault="007B1712" w:rsidP="00031AD6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cs="Arial"/>
          <w:szCs w:val="22"/>
        </w:rPr>
      </w:pPr>
      <w:r w:rsidRPr="00EF2760">
        <w:rPr>
          <w:rFonts w:ascii="Arial" w:hAnsi="Arial" w:cs="Arial"/>
          <w:sz w:val="22"/>
          <w:szCs w:val="22"/>
        </w:rPr>
        <w:t>z</w:t>
      </w:r>
      <w:r w:rsidR="005F4346">
        <w:rPr>
          <w:rFonts w:ascii="Arial" w:hAnsi="Arial" w:cs="Arial"/>
          <w:sz w:val="22"/>
          <w:szCs w:val="22"/>
        </w:rPr>
        <w:t>jednodušená situace</w:t>
      </w:r>
    </w:p>
    <w:p w14:paraId="304A11CE" w14:textId="77777777" w:rsidR="005F4346" w:rsidRPr="00EF2760" w:rsidRDefault="005F4346" w:rsidP="005F4346">
      <w:pPr>
        <w:spacing w:line="288" w:lineRule="auto"/>
        <w:ind w:left="360"/>
        <w:jc w:val="both"/>
        <w:rPr>
          <w:rFonts w:cs="Arial"/>
          <w:szCs w:val="22"/>
        </w:rPr>
      </w:pPr>
    </w:p>
    <w:p w14:paraId="2499E53A" w14:textId="252E62AD" w:rsidR="000361DD" w:rsidRDefault="00513585" w:rsidP="00031AD6">
      <w:pPr>
        <w:pStyle w:val="Bntext2"/>
        <w:spacing w:before="120" w:line="288" w:lineRule="auto"/>
        <w:ind w:left="0"/>
      </w:pPr>
      <w:r w:rsidRPr="00EF2760">
        <w:t>Dodavatel</w:t>
      </w:r>
      <w:r w:rsidR="004479CF" w:rsidRPr="00EF2760">
        <w:t xml:space="preserve"> je oprávněn požadovat po zadavateli </w:t>
      </w:r>
      <w:r w:rsidR="00F35D3C">
        <w:t>vysvětlení</w:t>
      </w:r>
      <w:r w:rsidR="00806DE3" w:rsidRPr="00EF2760">
        <w:t> </w:t>
      </w:r>
      <w:r w:rsidR="004479CF" w:rsidRPr="00EF2760">
        <w:t>zadávací</w:t>
      </w:r>
      <w:r w:rsidR="00806DE3" w:rsidRPr="00EF2760">
        <w:t xml:space="preserve"> dokumentac</w:t>
      </w:r>
      <w:r w:rsidR="00F35D3C">
        <w:t>e</w:t>
      </w:r>
      <w:r w:rsidR="004479CF" w:rsidRPr="00EF2760">
        <w:rPr>
          <w:spacing w:val="-4"/>
        </w:rPr>
        <w:t xml:space="preserve">. </w:t>
      </w:r>
      <w:r w:rsidR="004479CF" w:rsidRPr="00EF2760">
        <w:rPr>
          <w:spacing w:val="2"/>
        </w:rPr>
        <w:t xml:space="preserve">Písemná žádost musí být zadavateli doručena nejpozději </w:t>
      </w:r>
      <w:r w:rsidR="00806DE3" w:rsidRPr="00EF2760">
        <w:rPr>
          <w:spacing w:val="2"/>
        </w:rPr>
        <w:t>4</w:t>
      </w:r>
      <w:r w:rsidR="004479CF" w:rsidRPr="00EF2760">
        <w:rPr>
          <w:spacing w:val="2"/>
        </w:rPr>
        <w:t xml:space="preserve"> pracovní dny před uplynutím lhůty</w:t>
      </w:r>
      <w:r w:rsidR="004479CF" w:rsidRPr="00EF2760">
        <w:t xml:space="preserve"> pro podání nabídek.</w:t>
      </w:r>
      <w:r w:rsidR="000361DD" w:rsidRPr="000361DD">
        <w:t xml:space="preserve"> Zadavatel odešle vysvětlení k zadávací dokumentaci nejpozději do 2 pracovních dnů po doručení žádosti.</w:t>
      </w:r>
    </w:p>
    <w:p w14:paraId="3EFBB04C" w14:textId="7F8C46D5" w:rsidR="004479CF" w:rsidRPr="00EF2760" w:rsidRDefault="004479CF" w:rsidP="00031AD6">
      <w:pPr>
        <w:pStyle w:val="Bntext2"/>
        <w:spacing w:before="120" w:line="288" w:lineRule="auto"/>
        <w:ind w:left="0"/>
      </w:pPr>
      <w:r w:rsidRPr="00EF2760">
        <w:t>Adresa pro doručení:</w:t>
      </w:r>
    </w:p>
    <w:p w14:paraId="1E6AFEC4" w14:textId="77777777" w:rsidR="004479CF" w:rsidRPr="00EF2760" w:rsidRDefault="004479CF" w:rsidP="00031AD6">
      <w:pPr>
        <w:pStyle w:val="bntext"/>
        <w:spacing w:line="288" w:lineRule="auto"/>
        <w:rPr>
          <w:i/>
          <w:spacing w:val="-6"/>
          <w:szCs w:val="22"/>
        </w:rPr>
      </w:pPr>
      <w:r w:rsidRPr="00EF2760">
        <w:rPr>
          <w:i/>
          <w:spacing w:val="-6"/>
          <w:szCs w:val="22"/>
        </w:rPr>
        <w:t>Krajský úřad Kraje Vysočina, Odbor dopravy a silničního hospodářství, Žižkova 1882/57, 587 33 Jihlava</w:t>
      </w:r>
      <w:r w:rsidR="00716F15" w:rsidRPr="00EF2760">
        <w:rPr>
          <w:i/>
          <w:spacing w:val="-6"/>
          <w:szCs w:val="22"/>
        </w:rPr>
        <w:t>.</w:t>
      </w:r>
    </w:p>
    <w:p w14:paraId="09BC5FBA" w14:textId="14D9B2DC" w:rsidR="004479CF" w:rsidRPr="00EF2760" w:rsidRDefault="00E27808" w:rsidP="00031AD6">
      <w:pPr>
        <w:pStyle w:val="bntext"/>
        <w:spacing w:line="288" w:lineRule="auto"/>
        <w:rPr>
          <w:i/>
          <w:spacing w:val="-6"/>
          <w:szCs w:val="22"/>
        </w:rPr>
      </w:pPr>
      <w:r w:rsidRPr="00EF2760">
        <w:rPr>
          <w:i/>
          <w:spacing w:val="-6"/>
          <w:szCs w:val="22"/>
        </w:rPr>
        <w:t>Kontaktní osoba</w:t>
      </w:r>
      <w:r w:rsidR="00ED1E26" w:rsidRPr="00EF2760">
        <w:rPr>
          <w:i/>
          <w:spacing w:val="-6"/>
          <w:szCs w:val="22"/>
        </w:rPr>
        <w:t xml:space="preserve">: </w:t>
      </w:r>
      <w:r w:rsidR="004A73F2" w:rsidRPr="00EF2760">
        <w:rPr>
          <w:i/>
          <w:spacing w:val="-6"/>
          <w:szCs w:val="22"/>
        </w:rPr>
        <w:t xml:space="preserve">Ing. Markéta </w:t>
      </w:r>
      <w:r w:rsidR="003F70E0">
        <w:rPr>
          <w:i/>
          <w:spacing w:val="-6"/>
          <w:szCs w:val="22"/>
        </w:rPr>
        <w:t>Navrátilová</w:t>
      </w:r>
      <w:r w:rsidR="00765439" w:rsidRPr="00EF2760">
        <w:rPr>
          <w:i/>
          <w:spacing w:val="-6"/>
          <w:szCs w:val="22"/>
        </w:rPr>
        <w:t>, kanc</w:t>
      </w:r>
      <w:r w:rsidR="004A73F2" w:rsidRPr="00EF2760">
        <w:rPr>
          <w:i/>
          <w:spacing w:val="-6"/>
          <w:szCs w:val="22"/>
        </w:rPr>
        <w:t>elář</w:t>
      </w:r>
      <w:r w:rsidRPr="00EF2760">
        <w:rPr>
          <w:i/>
          <w:spacing w:val="-6"/>
          <w:szCs w:val="22"/>
        </w:rPr>
        <w:t xml:space="preserve"> č. C 2.28, tel. 564 602 3</w:t>
      </w:r>
      <w:r w:rsidR="004A73F2" w:rsidRPr="00EF2760">
        <w:rPr>
          <w:i/>
          <w:spacing w:val="-6"/>
          <w:szCs w:val="22"/>
        </w:rPr>
        <w:t>87</w:t>
      </w:r>
      <w:r w:rsidR="004479CF" w:rsidRPr="00EF2760">
        <w:rPr>
          <w:i/>
          <w:spacing w:val="-6"/>
          <w:szCs w:val="22"/>
        </w:rPr>
        <w:t xml:space="preserve">, e-mail: </w:t>
      </w:r>
      <w:r w:rsidR="003F70E0">
        <w:rPr>
          <w:i/>
          <w:spacing w:val="-6"/>
          <w:szCs w:val="22"/>
        </w:rPr>
        <w:t>navratilova.marketa</w:t>
      </w:r>
      <w:r w:rsidR="004A73F2" w:rsidRPr="00EF2760">
        <w:rPr>
          <w:i/>
          <w:spacing w:val="-6"/>
          <w:szCs w:val="22"/>
        </w:rPr>
        <w:t xml:space="preserve">@kr-vysocina.cz </w:t>
      </w:r>
      <w:hyperlink r:id="rId9" w:history="1"/>
    </w:p>
    <w:p w14:paraId="1AB110BB" w14:textId="2A5A39F9" w:rsidR="00AF4856" w:rsidRPr="00EF2760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 w:rsidR="000361DD">
        <w:rPr>
          <w:rFonts w:ascii="Arial" w:hAnsi="Arial" w:cs="Arial"/>
          <w:spacing w:val="6"/>
          <w:sz w:val="22"/>
          <w:szCs w:val="22"/>
        </w:rPr>
        <w:t>vysvětlení</w:t>
      </w:r>
      <w:r w:rsidR="00031AD6" w:rsidRPr="00EF2760">
        <w:rPr>
          <w:rFonts w:ascii="Arial" w:hAnsi="Arial" w:cs="Arial"/>
          <w:spacing w:val="6"/>
          <w:sz w:val="22"/>
          <w:szCs w:val="22"/>
        </w:rPr>
        <w:t xml:space="preserve">  zadávací</w:t>
      </w:r>
      <w:r w:rsidR="007B1712" w:rsidRPr="00EF2760">
        <w:rPr>
          <w:rFonts w:ascii="Arial" w:hAnsi="Arial" w:cs="Arial"/>
          <w:spacing w:val="6"/>
          <w:sz w:val="22"/>
          <w:szCs w:val="22"/>
        </w:rPr>
        <w:t xml:space="preserve"> </w:t>
      </w:r>
      <w:r w:rsidR="00D3695F" w:rsidRPr="00EF2760">
        <w:rPr>
          <w:rFonts w:ascii="Arial" w:hAnsi="Arial" w:cs="Arial"/>
          <w:spacing w:val="6"/>
          <w:sz w:val="22"/>
          <w:szCs w:val="22"/>
        </w:rPr>
        <w:t>dokumentace</w:t>
      </w:r>
      <w:r w:rsidR="00031AD6" w:rsidRPr="00EF2760">
        <w:rPr>
          <w:rFonts w:ascii="Arial" w:hAnsi="Arial" w:cs="Arial"/>
          <w:spacing w:val="6"/>
          <w:sz w:val="22"/>
          <w:szCs w:val="22"/>
        </w:rPr>
        <w:t xml:space="preserve"> </w:t>
      </w:r>
      <w:r w:rsidRPr="00EF2760">
        <w:rPr>
          <w:rFonts w:ascii="Arial" w:hAnsi="Arial" w:cs="Arial"/>
          <w:spacing w:val="6"/>
          <w:sz w:val="22"/>
          <w:szCs w:val="22"/>
        </w:rPr>
        <w:t>i bez předchozí</w:t>
      </w:r>
      <w:r w:rsidRPr="00EF2760">
        <w:rPr>
          <w:rFonts w:ascii="Arial" w:hAnsi="Arial" w:cs="Arial"/>
          <w:sz w:val="22"/>
          <w:szCs w:val="22"/>
        </w:rPr>
        <w:t xml:space="preserve"> žádosti.</w:t>
      </w:r>
    </w:p>
    <w:p w14:paraId="15DB8537" w14:textId="77777777" w:rsidR="00BB6B94" w:rsidRPr="00EF2760" w:rsidRDefault="00D369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lastRenderedPageBreak/>
        <w:t>Termín</w:t>
      </w:r>
      <w:r w:rsidR="00BB6B94" w:rsidRPr="00EF2760">
        <w:rPr>
          <w:rFonts w:ascii="Arial" w:hAnsi="Arial" w:cs="Arial"/>
          <w:sz w:val="22"/>
          <w:szCs w:val="22"/>
        </w:rPr>
        <w:t xml:space="preserve"> a místo pro podání nabídek</w:t>
      </w:r>
    </w:p>
    <w:p w14:paraId="21925A10" w14:textId="3093902C" w:rsidR="00BB6B94" w:rsidRPr="00530556" w:rsidRDefault="00BB6B94" w:rsidP="00BB6B94">
      <w:pPr>
        <w:pStyle w:val="bntext"/>
        <w:spacing w:before="120" w:line="288" w:lineRule="auto"/>
        <w:rPr>
          <w:b/>
          <w:bCs/>
          <w:szCs w:val="22"/>
        </w:rPr>
      </w:pPr>
      <w:r w:rsidRPr="00EF2760">
        <w:rPr>
          <w:szCs w:val="22"/>
        </w:rPr>
        <w:t xml:space="preserve">Lhůta pro podání nabídky je stanovena </w:t>
      </w:r>
      <w:r w:rsidRPr="00530556">
        <w:rPr>
          <w:b/>
          <w:bCs/>
          <w:szCs w:val="22"/>
        </w:rPr>
        <w:t>do</w:t>
      </w:r>
      <w:r w:rsidRPr="00530556">
        <w:rPr>
          <w:b/>
          <w:szCs w:val="22"/>
        </w:rPr>
        <w:t xml:space="preserve"> </w:t>
      </w:r>
      <w:r w:rsidR="00530556" w:rsidRPr="00530556">
        <w:rPr>
          <w:b/>
          <w:szCs w:val="22"/>
        </w:rPr>
        <w:t>1</w:t>
      </w:r>
      <w:r w:rsidR="005B19A0">
        <w:rPr>
          <w:b/>
          <w:szCs w:val="22"/>
        </w:rPr>
        <w:t>8</w:t>
      </w:r>
      <w:r w:rsidR="004032DF" w:rsidRPr="00530556">
        <w:rPr>
          <w:b/>
          <w:szCs w:val="22"/>
        </w:rPr>
        <w:t xml:space="preserve">. </w:t>
      </w:r>
      <w:r w:rsidR="00530556" w:rsidRPr="00530556">
        <w:rPr>
          <w:b/>
          <w:szCs w:val="22"/>
        </w:rPr>
        <w:t>12</w:t>
      </w:r>
      <w:r w:rsidRPr="00530556">
        <w:rPr>
          <w:b/>
          <w:szCs w:val="22"/>
        </w:rPr>
        <w:t>. 20</w:t>
      </w:r>
      <w:r w:rsidR="00530556" w:rsidRPr="00530556">
        <w:rPr>
          <w:b/>
          <w:szCs w:val="22"/>
        </w:rPr>
        <w:t>20</w:t>
      </w:r>
      <w:r w:rsidRPr="00530556">
        <w:rPr>
          <w:b/>
          <w:szCs w:val="22"/>
        </w:rPr>
        <w:t xml:space="preserve"> </w:t>
      </w:r>
      <w:r w:rsidRPr="00530556">
        <w:rPr>
          <w:b/>
          <w:bCs/>
          <w:szCs w:val="22"/>
        </w:rPr>
        <w:t xml:space="preserve">do </w:t>
      </w:r>
      <w:r w:rsidR="0028752D" w:rsidRPr="00530556">
        <w:rPr>
          <w:b/>
          <w:szCs w:val="22"/>
        </w:rPr>
        <w:t>1</w:t>
      </w:r>
      <w:r w:rsidR="00010E1F" w:rsidRPr="00530556">
        <w:rPr>
          <w:b/>
          <w:szCs w:val="22"/>
        </w:rPr>
        <w:t>2</w:t>
      </w:r>
      <w:r w:rsidRPr="00530556">
        <w:rPr>
          <w:b/>
          <w:szCs w:val="22"/>
        </w:rPr>
        <w:t>:00</w:t>
      </w:r>
      <w:r w:rsidRPr="00530556">
        <w:rPr>
          <w:b/>
          <w:bCs/>
          <w:szCs w:val="22"/>
        </w:rPr>
        <w:t xml:space="preserve"> hod.</w:t>
      </w:r>
    </w:p>
    <w:p w14:paraId="0695CB71" w14:textId="77777777" w:rsidR="00BB6B94" w:rsidRPr="00EF2760" w:rsidRDefault="00BB6B94" w:rsidP="00BB6B94">
      <w:pPr>
        <w:pStyle w:val="bntext"/>
        <w:spacing w:before="120" w:line="288" w:lineRule="auto"/>
        <w:rPr>
          <w:i/>
          <w:szCs w:val="22"/>
        </w:rPr>
      </w:pPr>
      <w:r w:rsidRPr="00EF2760">
        <w:rPr>
          <w:i/>
          <w:szCs w:val="22"/>
        </w:rPr>
        <w:t xml:space="preserve">Nabídky je možné doručit poštou nebo osobně každý pracovní den na podatelnu zadavatele </w:t>
      </w:r>
      <w:r w:rsidRPr="00EF2760">
        <w:rPr>
          <w:i/>
          <w:spacing w:val="2"/>
          <w:szCs w:val="22"/>
        </w:rPr>
        <w:t xml:space="preserve">na adrese: Krajský úřad Kraje Vysočina, Žižkova 1882/57, 587 33 Jihlava, v době od 8.00 hod. </w:t>
      </w:r>
      <w:r w:rsidRPr="00EF2760">
        <w:rPr>
          <w:i/>
          <w:szCs w:val="22"/>
        </w:rPr>
        <w:t xml:space="preserve">do 13.00 hod., v pondělí a ve středu od 8.00 hod. do 17.00 hod.  </w:t>
      </w:r>
    </w:p>
    <w:p w14:paraId="3BAA674C" w14:textId="77777777" w:rsidR="0075022B" w:rsidRPr="00EF2760" w:rsidRDefault="008973CA" w:rsidP="00BB6B94">
      <w:pPr>
        <w:pStyle w:val="bntext"/>
        <w:spacing w:before="120" w:line="288" w:lineRule="auto"/>
        <w:rPr>
          <w:i/>
          <w:szCs w:val="22"/>
        </w:rPr>
      </w:pPr>
      <w:r w:rsidRPr="00EC3DFB">
        <w:rPr>
          <w:spacing w:val="2"/>
          <w:szCs w:val="22"/>
        </w:rPr>
        <w:t>Úřední hodiny podatelny je nutné v současné situaci ověřit na webových stránkách Kraje Vysočina https://www.kr-vysocina.cz/.</w:t>
      </w:r>
    </w:p>
    <w:p w14:paraId="13499FC3" w14:textId="77777777" w:rsidR="00DA08BA" w:rsidRPr="00EF2760" w:rsidRDefault="00DA08BA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F2760">
        <w:rPr>
          <w:rFonts w:ascii="Arial" w:hAnsi="Arial" w:cs="Arial"/>
          <w:b/>
          <w:bCs/>
          <w:sz w:val="22"/>
          <w:szCs w:val="22"/>
        </w:rPr>
        <w:t xml:space="preserve">Předložení cenové </w:t>
      </w:r>
      <w:r w:rsidR="00EB6A80" w:rsidRPr="00EF2760">
        <w:rPr>
          <w:rFonts w:ascii="Arial" w:hAnsi="Arial" w:cs="Arial"/>
          <w:b/>
          <w:bCs/>
          <w:sz w:val="22"/>
          <w:szCs w:val="22"/>
        </w:rPr>
        <w:t>nabídky</w:t>
      </w:r>
    </w:p>
    <w:p w14:paraId="0A82A474" w14:textId="77777777" w:rsidR="00DA08BA" w:rsidRPr="00EF2760" w:rsidRDefault="0025360B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F2760">
        <w:rPr>
          <w:rFonts w:ascii="Arial" w:eastAsia="MS Mincho" w:hAnsi="Arial" w:cs="Arial"/>
          <w:sz w:val="22"/>
          <w:szCs w:val="22"/>
        </w:rPr>
        <w:t>Dodavatel</w:t>
      </w:r>
      <w:r w:rsidR="00DA08BA" w:rsidRPr="00EF2760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 w:rsidRPr="00EF2760">
        <w:rPr>
          <w:rFonts w:ascii="Arial" w:eastAsia="MS Mincho" w:hAnsi="Arial" w:cs="Arial"/>
          <w:sz w:val="22"/>
          <w:szCs w:val="22"/>
        </w:rPr>
        <w:t>nabídku</w:t>
      </w:r>
      <w:r w:rsidR="00DA08BA" w:rsidRPr="00EF2760">
        <w:rPr>
          <w:rFonts w:ascii="Arial" w:eastAsia="MS Mincho" w:hAnsi="Arial" w:cs="Arial"/>
          <w:sz w:val="22"/>
          <w:szCs w:val="22"/>
        </w:rPr>
        <w:t>, která bude obsahovat výčet podstatných činností nezbytných k provedení předmětu zakázky a výkon těchto činností (v hodinách) s uvedením hodinových sazeb pro jednotlivé části předmětu plnění.</w:t>
      </w:r>
    </w:p>
    <w:p w14:paraId="50EBBAD9" w14:textId="77777777" w:rsidR="00EB6A80" w:rsidRPr="00EF2760" w:rsidRDefault="00EB6A80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F2760">
        <w:rPr>
          <w:rFonts w:ascii="Arial" w:hAnsi="Arial" w:cs="Arial"/>
          <w:b/>
          <w:bCs/>
          <w:sz w:val="22"/>
          <w:szCs w:val="22"/>
        </w:rPr>
        <w:t>Hodnocení nabídky</w:t>
      </w:r>
    </w:p>
    <w:p w14:paraId="7E6C0652" w14:textId="77777777" w:rsidR="00EB6A80" w:rsidRPr="00EF2760" w:rsidRDefault="00D3695F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zadavatel </w:t>
      </w:r>
      <w:r w:rsidR="0075022B" w:rsidRPr="00EF2760">
        <w:rPr>
          <w:rFonts w:ascii="Arial" w:hAnsi="Arial" w:cs="Arial"/>
          <w:spacing w:val="-4"/>
          <w:w w:val="102"/>
          <w:sz w:val="22"/>
          <w:szCs w:val="22"/>
        </w:rPr>
        <w:t>p</w:t>
      </w:r>
      <w:r w:rsidR="00EB6A80" w:rsidRPr="00EF2760">
        <w:rPr>
          <w:rFonts w:ascii="Arial" w:hAnsi="Arial" w:cs="Arial"/>
          <w:spacing w:val="-4"/>
          <w:w w:val="102"/>
          <w:sz w:val="22"/>
          <w:szCs w:val="22"/>
        </w:rPr>
        <w:t>odle jediného</w:t>
      </w:r>
      <w:r w:rsidR="00EB6A80" w:rsidRPr="00EF2760">
        <w:rPr>
          <w:rFonts w:ascii="Arial" w:hAnsi="Arial" w:cs="Arial"/>
          <w:w w:val="102"/>
          <w:sz w:val="22"/>
          <w:szCs w:val="22"/>
        </w:rPr>
        <w:t xml:space="preserve"> </w:t>
      </w:r>
      <w:r w:rsidR="00EB6A80" w:rsidRPr="00EF276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="00EB6A80" w:rsidRPr="00EF2760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113B82C9" w14:textId="77777777" w:rsidR="00C7169D" w:rsidRPr="00EF2760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Prohlídka místa plnění</w:t>
      </w:r>
    </w:p>
    <w:p w14:paraId="33150A66" w14:textId="77777777" w:rsidR="00C7169D" w:rsidRPr="00EF2760" w:rsidRDefault="00C7169D" w:rsidP="00C7169D">
      <w:pPr>
        <w:pStyle w:val="bntext"/>
        <w:spacing w:before="120" w:line="288" w:lineRule="auto"/>
        <w:rPr>
          <w:szCs w:val="22"/>
        </w:rPr>
      </w:pPr>
      <w:r w:rsidRPr="00EF2760">
        <w:rPr>
          <w:szCs w:val="22"/>
        </w:rPr>
        <w:t>Prohlídka místa plnění veřejné zakázky nebude zadavatelem organizována. Místo plnění je volně přístupné.</w:t>
      </w:r>
    </w:p>
    <w:p w14:paraId="493CB96E" w14:textId="77777777" w:rsidR="00C7169D" w:rsidRPr="00EF2760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Obchodní podmínky</w:t>
      </w:r>
    </w:p>
    <w:p w14:paraId="39A28AA7" w14:textId="52343B62" w:rsidR="00C7169D" w:rsidRPr="00EF2760" w:rsidRDefault="00D32506" w:rsidP="00C7169D">
      <w:pPr>
        <w:pStyle w:val="bntext"/>
        <w:spacing w:before="120" w:line="288" w:lineRule="auto"/>
        <w:rPr>
          <w:szCs w:val="22"/>
        </w:rPr>
      </w:pPr>
      <w:r w:rsidRPr="00EF2760">
        <w:rPr>
          <w:szCs w:val="22"/>
        </w:rPr>
        <w:t>Veškeré obchodní podmínky, včetně platebních podmínek, stanoví zadavatel formou závazného návrhu smlouvy</w:t>
      </w:r>
      <w:r w:rsidR="008973CA">
        <w:rPr>
          <w:szCs w:val="22"/>
        </w:rPr>
        <w:t xml:space="preserve"> o dílo</w:t>
      </w:r>
      <w:r w:rsidRPr="00EF2760">
        <w:rPr>
          <w:szCs w:val="22"/>
        </w:rPr>
        <w:t xml:space="preserve"> (dále jen „návrh smlouvy“), který tvoří </w:t>
      </w:r>
      <w:r w:rsidR="00604E03" w:rsidRPr="00EF2760">
        <w:rPr>
          <w:szCs w:val="22"/>
        </w:rPr>
        <w:t>zadávací dokumentac</w:t>
      </w:r>
      <w:r w:rsidR="003F70E0">
        <w:rPr>
          <w:szCs w:val="22"/>
        </w:rPr>
        <w:t>i</w:t>
      </w:r>
      <w:r w:rsidRPr="00EF2760">
        <w:rPr>
          <w:szCs w:val="22"/>
        </w:rPr>
        <w:t>.</w:t>
      </w:r>
      <w:r w:rsidR="00C7169D" w:rsidRPr="00EF2760">
        <w:rPr>
          <w:szCs w:val="22"/>
        </w:rPr>
        <w:t xml:space="preserve"> </w:t>
      </w:r>
    </w:p>
    <w:p w14:paraId="2BADEC68" w14:textId="77777777" w:rsidR="00A116E5" w:rsidRPr="00EF2760" w:rsidRDefault="00EB3A0C" w:rsidP="00C7169D">
      <w:pPr>
        <w:pStyle w:val="bntext"/>
        <w:spacing w:before="120" w:line="288" w:lineRule="auto"/>
        <w:rPr>
          <w:spacing w:val="-4"/>
          <w:szCs w:val="22"/>
        </w:rPr>
      </w:pPr>
      <w:r w:rsidRPr="00EF2760">
        <w:rPr>
          <w:szCs w:val="22"/>
        </w:rPr>
        <w:t>Dodavatel</w:t>
      </w:r>
      <w:r w:rsidR="00C7169D" w:rsidRPr="00EF2760">
        <w:rPr>
          <w:szCs w:val="22"/>
        </w:rPr>
        <w:t xml:space="preserve"> v nabídce doloží doplněný návrh smlouvy, který musí být v souladu s podmínkami veřejné zakázky, </w:t>
      </w:r>
      <w:r w:rsidR="00863790" w:rsidRPr="00EF2760">
        <w:rPr>
          <w:szCs w:val="22"/>
        </w:rPr>
        <w:t>zadávací dokumentací</w:t>
      </w:r>
      <w:r w:rsidR="00C7169D" w:rsidRPr="00EF2760">
        <w:rPr>
          <w:szCs w:val="22"/>
        </w:rPr>
        <w:t xml:space="preserve"> a jím předloženou nabídkou. </w:t>
      </w:r>
      <w:r w:rsidR="0016615D" w:rsidRPr="00EF2760">
        <w:rPr>
          <w:szCs w:val="22"/>
        </w:rPr>
        <w:t>Dodavatel</w:t>
      </w:r>
      <w:r w:rsidR="00C7169D" w:rsidRPr="00EF2760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EF2760">
        <w:rPr>
          <w:szCs w:val="22"/>
        </w:rPr>
        <w:t xml:space="preserve">svých </w:t>
      </w:r>
      <w:r w:rsidR="0016615D" w:rsidRPr="00EF2760">
        <w:rPr>
          <w:spacing w:val="-4"/>
          <w:szCs w:val="22"/>
        </w:rPr>
        <w:t>identifikačních údajů</w:t>
      </w:r>
      <w:r w:rsidR="00C7169D" w:rsidRPr="00EF2760">
        <w:rPr>
          <w:spacing w:val="-4"/>
          <w:szCs w:val="22"/>
        </w:rPr>
        <w:t>.</w:t>
      </w:r>
    </w:p>
    <w:p w14:paraId="4A530D0D" w14:textId="77777777" w:rsidR="00C7169D" w:rsidRPr="00EF2760" w:rsidRDefault="00A116E5" w:rsidP="00C7169D">
      <w:pPr>
        <w:pStyle w:val="bntext"/>
        <w:spacing w:before="120" w:line="288" w:lineRule="auto"/>
        <w:rPr>
          <w:szCs w:val="22"/>
        </w:rPr>
      </w:pPr>
      <w:r w:rsidRPr="00EF2760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EF2760">
        <w:rPr>
          <w:spacing w:val="4"/>
          <w:szCs w:val="22"/>
        </w:rPr>
        <w:t>upravit právní zkratky označující smluvní stranu dodavatele a tomu odpovídající slovní tvary</w:t>
      </w:r>
      <w:r w:rsidRPr="00EF2760">
        <w:rPr>
          <w:spacing w:val="-4"/>
          <w:szCs w:val="22"/>
        </w:rPr>
        <w:t xml:space="preserve"> v návrhu smlouvy a počet stejnopisů návrhu smlouvy.</w:t>
      </w:r>
      <w:r w:rsidR="00C7169D" w:rsidRPr="00EF2760">
        <w:rPr>
          <w:spacing w:val="-4"/>
          <w:szCs w:val="22"/>
        </w:rPr>
        <w:t xml:space="preserve"> </w:t>
      </w:r>
    </w:p>
    <w:p w14:paraId="6F287932" w14:textId="77777777" w:rsidR="00C7169D" w:rsidRPr="00EF2760" w:rsidRDefault="00C7169D" w:rsidP="00C7169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 w:rsidRPr="00EF2760">
        <w:rPr>
          <w:rFonts w:ascii="Arial" w:hAnsi="Arial" w:cs="Arial"/>
          <w:spacing w:val="-4"/>
          <w:sz w:val="22"/>
          <w:szCs w:val="22"/>
        </w:rPr>
        <w:t>dodavatel</w:t>
      </w:r>
      <w:r w:rsidRPr="00EF2760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EF2760">
        <w:rPr>
          <w:rFonts w:ascii="Arial" w:hAnsi="Arial" w:cs="Arial"/>
          <w:sz w:val="22"/>
          <w:szCs w:val="22"/>
        </w:rPr>
        <w:t xml:space="preserve"> vyjasnit ještě v průběhu lhůty pro podání nabídek způsobem stanoveným touto dokumentací. </w:t>
      </w:r>
    </w:p>
    <w:p w14:paraId="7EBE6C52" w14:textId="669E92F5" w:rsidR="00FF5BF8" w:rsidRPr="00EF2760" w:rsidRDefault="00FF5BF8" w:rsidP="00FF5BF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jen „občanský zákoník“)</w:t>
      </w:r>
      <w:r w:rsidRPr="00EF2760">
        <w:rPr>
          <w:rFonts w:ascii="Arial" w:hAnsi="Arial" w:cs="Arial"/>
          <w:spacing w:val="-2"/>
          <w:sz w:val="22"/>
          <w:szCs w:val="22"/>
        </w:rPr>
        <w:t xml:space="preserve">. </w:t>
      </w:r>
      <w:r w:rsidR="009F4F02" w:rsidRPr="00EF2760">
        <w:rPr>
          <w:rFonts w:ascii="Arial" w:hAnsi="Arial" w:cs="Arial"/>
          <w:sz w:val="22"/>
          <w:szCs w:val="22"/>
        </w:rPr>
        <w:t xml:space="preserve">Vybraný dodavatel, se kterým </w:t>
      </w:r>
      <w:proofErr w:type="gramStart"/>
      <w:r w:rsidR="009F4F02" w:rsidRPr="00EF2760">
        <w:rPr>
          <w:rFonts w:ascii="Arial" w:hAnsi="Arial" w:cs="Arial"/>
          <w:sz w:val="22"/>
          <w:szCs w:val="22"/>
        </w:rPr>
        <w:t>bude</w:t>
      </w:r>
      <w:proofErr w:type="gramEnd"/>
      <w:r w:rsidR="009F4F02" w:rsidRPr="00EF2760">
        <w:rPr>
          <w:rFonts w:ascii="Arial" w:hAnsi="Arial" w:cs="Arial"/>
          <w:sz w:val="22"/>
          <w:szCs w:val="22"/>
        </w:rPr>
        <w:t xml:space="preserve"> uzavřena smlouva</w:t>
      </w:r>
      <w:r w:rsidR="009F4F02" w:rsidRPr="00EF2760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="009F4F02" w:rsidRPr="00EF2760">
        <w:rPr>
          <w:rFonts w:ascii="Arial" w:hAnsi="Arial" w:cs="Arial"/>
          <w:spacing w:val="-6"/>
          <w:sz w:val="22"/>
          <w:szCs w:val="22"/>
        </w:rPr>
        <w:t>není</w:t>
      </w:r>
      <w:proofErr w:type="gramEnd"/>
      <w:r w:rsidR="009F4F02" w:rsidRPr="00EF2760">
        <w:rPr>
          <w:rFonts w:ascii="Arial" w:hAnsi="Arial" w:cs="Arial"/>
          <w:spacing w:val="-6"/>
          <w:sz w:val="22"/>
          <w:szCs w:val="22"/>
        </w:rPr>
        <w:t xml:space="preserve"> oprávněn postoupit práva, povinnosti, závazky a pohledávky</w:t>
      </w:r>
      <w:r w:rsidR="009F4F02" w:rsidRPr="00EF2760">
        <w:rPr>
          <w:rFonts w:ascii="Arial" w:hAnsi="Arial" w:cs="Arial"/>
          <w:sz w:val="22"/>
          <w:szCs w:val="22"/>
        </w:rPr>
        <w:t xml:space="preserve"> z uzavřen</w:t>
      </w:r>
      <w:r w:rsidR="008973CA">
        <w:rPr>
          <w:rFonts w:ascii="Arial" w:hAnsi="Arial" w:cs="Arial"/>
          <w:sz w:val="22"/>
          <w:szCs w:val="22"/>
        </w:rPr>
        <w:t>é</w:t>
      </w:r>
      <w:r w:rsidR="009F4F02" w:rsidRPr="00EF2760">
        <w:rPr>
          <w:rFonts w:ascii="Arial" w:hAnsi="Arial" w:cs="Arial"/>
          <w:sz w:val="22"/>
          <w:szCs w:val="22"/>
        </w:rPr>
        <w:t xml:space="preserve"> sml</w:t>
      </w:r>
      <w:r w:rsidR="008973CA">
        <w:rPr>
          <w:rFonts w:ascii="Arial" w:hAnsi="Arial" w:cs="Arial"/>
          <w:sz w:val="22"/>
          <w:szCs w:val="22"/>
        </w:rPr>
        <w:t>o</w:t>
      </w:r>
      <w:r w:rsidR="009F4F02" w:rsidRPr="00EF2760">
        <w:rPr>
          <w:rFonts w:ascii="Arial" w:hAnsi="Arial" w:cs="Arial"/>
          <w:sz w:val="22"/>
          <w:szCs w:val="22"/>
        </w:rPr>
        <w:t>uv</w:t>
      </w:r>
      <w:r w:rsidR="008973CA">
        <w:rPr>
          <w:rFonts w:ascii="Arial" w:hAnsi="Arial" w:cs="Arial"/>
          <w:sz w:val="22"/>
          <w:szCs w:val="22"/>
        </w:rPr>
        <w:t>y</w:t>
      </w:r>
      <w:r w:rsidR="009F4F02" w:rsidRPr="00EF2760">
        <w:rPr>
          <w:rFonts w:ascii="Arial" w:hAnsi="Arial" w:cs="Arial"/>
          <w:sz w:val="22"/>
          <w:szCs w:val="22"/>
        </w:rPr>
        <w:t xml:space="preserve"> třetím osobám bez předchozího písemného souhlasu </w:t>
      </w:r>
      <w:r w:rsidR="008973CA">
        <w:rPr>
          <w:rFonts w:ascii="Arial" w:hAnsi="Arial" w:cs="Arial"/>
          <w:sz w:val="22"/>
          <w:szCs w:val="22"/>
        </w:rPr>
        <w:t>zadavatele</w:t>
      </w:r>
      <w:r w:rsidR="009F4F02" w:rsidRPr="00EF2760">
        <w:rPr>
          <w:rFonts w:ascii="Arial" w:hAnsi="Arial" w:cs="Arial"/>
          <w:sz w:val="22"/>
          <w:szCs w:val="22"/>
        </w:rPr>
        <w:t>.</w:t>
      </w:r>
    </w:p>
    <w:p w14:paraId="6A4E7B0D" w14:textId="0216EA2B" w:rsidR="005E1592" w:rsidRDefault="005E1592" w:rsidP="00DC3A94">
      <w:pPr>
        <w:pStyle w:val="bntext"/>
        <w:spacing w:before="120" w:line="288" w:lineRule="auto"/>
        <w:rPr>
          <w:b/>
          <w:bCs/>
          <w:szCs w:val="22"/>
        </w:rPr>
      </w:pPr>
    </w:p>
    <w:p w14:paraId="44222706" w14:textId="77777777" w:rsidR="00764188" w:rsidRPr="00EF2760" w:rsidRDefault="00764188" w:rsidP="00DC3A94">
      <w:pPr>
        <w:pStyle w:val="bntext"/>
        <w:spacing w:before="120" w:line="288" w:lineRule="auto"/>
        <w:rPr>
          <w:b/>
          <w:bCs/>
          <w:szCs w:val="22"/>
        </w:rPr>
      </w:pPr>
    </w:p>
    <w:p w14:paraId="5FD385E6" w14:textId="77777777" w:rsidR="00DC3A94" w:rsidRPr="00EF2760" w:rsidRDefault="00DC3A94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lastRenderedPageBreak/>
        <w:t>Další ustanovení</w:t>
      </w:r>
    </w:p>
    <w:p w14:paraId="50C4C323" w14:textId="77777777" w:rsidR="00DC3A94" w:rsidRPr="00EF2760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EF2760">
        <w:rPr>
          <w:spacing w:val="-6"/>
          <w:szCs w:val="22"/>
        </w:rPr>
        <w:t>Dodavatel</w:t>
      </w:r>
      <w:r w:rsidR="00632FBC" w:rsidRPr="00EF2760">
        <w:rPr>
          <w:spacing w:val="-6"/>
          <w:szCs w:val="22"/>
        </w:rPr>
        <w:t xml:space="preserve"> může podat pouze jednu nabídku. </w:t>
      </w:r>
      <w:r w:rsidRPr="00EF2760">
        <w:rPr>
          <w:spacing w:val="-6"/>
          <w:szCs w:val="22"/>
        </w:rPr>
        <w:t>Pokud podá více nabídek samostatně nebo společně</w:t>
      </w:r>
      <w:r w:rsidRPr="00EF2760">
        <w:rPr>
          <w:szCs w:val="22"/>
        </w:rPr>
        <w:t xml:space="preserve"> </w:t>
      </w:r>
      <w:r w:rsidRPr="00EF2760">
        <w:rPr>
          <w:spacing w:val="4"/>
          <w:szCs w:val="22"/>
        </w:rPr>
        <w:t xml:space="preserve">s dalšími </w:t>
      </w:r>
      <w:r w:rsidR="00BC5C28" w:rsidRPr="00EF2760">
        <w:rPr>
          <w:spacing w:val="4"/>
          <w:szCs w:val="22"/>
        </w:rPr>
        <w:t>dodavateli</w:t>
      </w:r>
      <w:r w:rsidRPr="00EF2760">
        <w:rPr>
          <w:spacing w:val="4"/>
          <w:szCs w:val="22"/>
        </w:rPr>
        <w:t xml:space="preserve">, zadavatel všechny nabídky, podané tímto </w:t>
      </w:r>
      <w:r w:rsidR="00623D2A" w:rsidRPr="00EF2760">
        <w:rPr>
          <w:spacing w:val="4"/>
          <w:szCs w:val="22"/>
        </w:rPr>
        <w:t>dodavatele</w:t>
      </w:r>
      <w:r w:rsidRPr="00EF2760">
        <w:rPr>
          <w:spacing w:val="4"/>
          <w:szCs w:val="22"/>
        </w:rPr>
        <w:t>m samostatně nebo společně</w:t>
      </w:r>
      <w:r w:rsidRPr="00EF2760">
        <w:rPr>
          <w:szCs w:val="22"/>
        </w:rPr>
        <w:t xml:space="preserve"> s jinými </w:t>
      </w:r>
      <w:r w:rsidR="00BC5C28" w:rsidRPr="00EF2760">
        <w:rPr>
          <w:szCs w:val="22"/>
        </w:rPr>
        <w:t>dodavateli</w:t>
      </w:r>
      <w:r w:rsidRPr="00EF2760">
        <w:rPr>
          <w:szCs w:val="22"/>
        </w:rPr>
        <w:t>, vyloučí.</w:t>
      </w:r>
    </w:p>
    <w:p w14:paraId="277EF5DA" w14:textId="77777777" w:rsidR="0056671B" w:rsidRPr="00EF2760" w:rsidRDefault="0056671B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F2760">
        <w:rPr>
          <w:bCs/>
          <w:spacing w:val="-2"/>
          <w:szCs w:val="22"/>
        </w:rPr>
        <w:t>Dodavateli nebudou přiznána žádná práva na náhradu nákladů spojených s účastí v zadávacím</w:t>
      </w:r>
      <w:r w:rsidRPr="00EF2760">
        <w:rPr>
          <w:bCs/>
          <w:szCs w:val="22"/>
        </w:rPr>
        <w:t xml:space="preserve"> řízení</w:t>
      </w:r>
      <w:r w:rsidR="00710596" w:rsidRPr="00EF2760">
        <w:rPr>
          <w:bCs/>
          <w:szCs w:val="22"/>
        </w:rPr>
        <w:t>, tzn., náklady dodavatele spojené s účastí v zadávacím řízení zadavatel nehradí</w:t>
      </w:r>
    </w:p>
    <w:p w14:paraId="4CAA6165" w14:textId="77777777" w:rsidR="00DC3A94" w:rsidRPr="00EF2760" w:rsidRDefault="00DC3A94" w:rsidP="00DE2235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F2760">
        <w:rPr>
          <w:szCs w:val="22"/>
        </w:rPr>
        <w:t xml:space="preserve">Nabídky, které budou doručeny po uplynutí lhůty pro podání nabídek, nebudou otevřeny. Zadavatel bezodkladně vyrozumí </w:t>
      </w:r>
      <w:r w:rsidR="00623D2A" w:rsidRPr="00EF2760">
        <w:rPr>
          <w:szCs w:val="22"/>
        </w:rPr>
        <w:t>dodavatele</w:t>
      </w:r>
      <w:r w:rsidRPr="00EF2760">
        <w:rPr>
          <w:szCs w:val="22"/>
        </w:rPr>
        <w:t xml:space="preserve"> o tom, že jeho nabídka byla podána po uplynutí lhůty pro podání nabídek.</w:t>
      </w:r>
    </w:p>
    <w:p w14:paraId="3F67382F" w14:textId="77777777" w:rsidR="00DC3A94" w:rsidRPr="00EF2760" w:rsidRDefault="00623D2A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F2760">
        <w:rPr>
          <w:spacing w:val="2"/>
          <w:szCs w:val="22"/>
        </w:rPr>
        <w:t>Dodavatel</w:t>
      </w:r>
      <w:r w:rsidR="00DC3A94" w:rsidRPr="00EF2760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EF2760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75E32A67" w14:textId="77777777" w:rsidR="00DC3A94" w:rsidRPr="00EF2760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F2760">
        <w:rPr>
          <w:szCs w:val="22"/>
        </w:rPr>
        <w:t>Zadavatel se zavazuje, že vyjma skutečností uvedených v předchozí větě považuje informace o zájemcích získané při tomto zadávacím řízení za důvěrné.</w:t>
      </w:r>
    </w:p>
    <w:p w14:paraId="26DEAEA0" w14:textId="4A7AA77B" w:rsidR="000812B2" w:rsidRPr="00EF2760" w:rsidRDefault="000812B2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Vybraný </w:t>
      </w:r>
      <w:r w:rsidR="00623D2A" w:rsidRPr="00EF2760">
        <w:rPr>
          <w:rFonts w:ascii="Arial" w:hAnsi="Arial" w:cs="Arial"/>
          <w:sz w:val="22"/>
          <w:szCs w:val="22"/>
        </w:rPr>
        <w:t>dodavatel</w:t>
      </w:r>
      <w:r w:rsidRPr="00EF2760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</w:t>
      </w:r>
      <w:r w:rsidR="006A6AC6">
        <w:t xml:space="preserve"> </w:t>
      </w:r>
      <w:r w:rsidR="006A6AC6" w:rsidRPr="006A6AC6">
        <w:rPr>
          <w:rFonts w:ascii="Arial" w:hAnsi="Arial" w:cs="Arial"/>
          <w:sz w:val="22"/>
          <w:szCs w:val="22"/>
        </w:rPr>
        <w:t>ve veřejné správě a o změně některých zákonů (zákon o finanční kontrole) ve znění pozdějších předpisů</w:t>
      </w:r>
      <w:r w:rsidR="006A6AC6" w:rsidRPr="006A6AC6" w:rsidDel="006A6AC6">
        <w:rPr>
          <w:rFonts w:ascii="Arial" w:hAnsi="Arial" w:cs="Arial"/>
          <w:sz w:val="22"/>
          <w:szCs w:val="22"/>
        </w:rPr>
        <w:t xml:space="preserve"> </w:t>
      </w:r>
      <w:r w:rsidRPr="00EF2760">
        <w:rPr>
          <w:rFonts w:ascii="Arial" w:hAnsi="Arial" w:cs="Arial"/>
          <w:sz w:val="22"/>
          <w:szCs w:val="22"/>
        </w:rPr>
        <w:t>spolupůsobit</w:t>
      </w:r>
      <w:r w:rsidR="006A6AC6">
        <w:rPr>
          <w:rFonts w:ascii="Arial" w:hAnsi="Arial" w:cs="Arial"/>
          <w:sz w:val="22"/>
          <w:szCs w:val="22"/>
        </w:rPr>
        <w:t xml:space="preserve"> při výkonu finanční kontroly</w:t>
      </w:r>
      <w:r w:rsidRPr="00EF2760">
        <w:rPr>
          <w:rFonts w:ascii="Arial" w:hAnsi="Arial" w:cs="Arial"/>
          <w:sz w:val="22"/>
          <w:szCs w:val="22"/>
        </w:rPr>
        <w:t>.</w:t>
      </w:r>
    </w:p>
    <w:p w14:paraId="47DDF7AE" w14:textId="5E78020F" w:rsidR="00292E3B" w:rsidRPr="00EF2760" w:rsidRDefault="00292E3B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Zadavatel si vyhrazuje právo před rozhodnutím o zadání zakázky ověřit, případně vyjasnit, informace deklarované </w:t>
      </w:r>
      <w:r w:rsidR="006A6AC6">
        <w:rPr>
          <w:rFonts w:ascii="Arial" w:hAnsi="Arial" w:cs="Arial"/>
          <w:sz w:val="22"/>
          <w:szCs w:val="22"/>
        </w:rPr>
        <w:t>dodavatelem</w:t>
      </w:r>
      <w:r w:rsidRPr="00EF2760">
        <w:rPr>
          <w:rFonts w:ascii="Arial" w:hAnsi="Arial" w:cs="Arial"/>
          <w:sz w:val="22"/>
          <w:szCs w:val="22"/>
        </w:rPr>
        <w:t xml:space="preserve"> v nabídce.</w:t>
      </w:r>
    </w:p>
    <w:p w14:paraId="2973B9F6" w14:textId="77777777" w:rsidR="00961C84" w:rsidRPr="00EF2760" w:rsidRDefault="00961C84" w:rsidP="00031AD6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14:paraId="57B1CD7C" w14:textId="77777777" w:rsidR="00DC3A94" w:rsidRPr="00EF2760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B24F3F3" w14:textId="77777777" w:rsidR="001E4664" w:rsidRPr="00EF2760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V Jihlavě dne </w:t>
      </w:r>
    </w:p>
    <w:p w14:paraId="33AF8C51" w14:textId="77777777" w:rsidR="001E4664" w:rsidRPr="00EF2760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6CD80" w14:textId="77777777" w:rsidR="001E4664" w:rsidRPr="00EF2760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4A268BAE" w14:textId="77777777" w:rsidR="001E4664" w:rsidRPr="00EF2760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EF2760">
        <w:rPr>
          <w:rFonts w:ascii="Arial" w:hAnsi="Arial" w:cs="Arial"/>
          <w:sz w:val="22"/>
          <w:szCs w:val="22"/>
        </w:rPr>
        <w:t xml:space="preserve">…...……..………………… </w:t>
      </w:r>
    </w:p>
    <w:p w14:paraId="43C96681" w14:textId="77777777" w:rsidR="006A6AC6" w:rsidRPr="00764188" w:rsidRDefault="006A6AC6" w:rsidP="00764188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Mgr. Vítězslav </w:t>
      </w:r>
      <w:proofErr w:type="spellStart"/>
      <w:r w:rsidRPr="00764188">
        <w:rPr>
          <w:rFonts w:ascii="Arial" w:hAnsi="Arial" w:cs="Arial"/>
          <w:sz w:val="22"/>
          <w:szCs w:val="22"/>
        </w:rPr>
        <w:t>Schrek</w:t>
      </w:r>
      <w:proofErr w:type="spellEnd"/>
      <w:r w:rsidRPr="00764188">
        <w:rPr>
          <w:rFonts w:ascii="Arial" w:hAnsi="Arial" w:cs="Arial"/>
          <w:sz w:val="22"/>
          <w:szCs w:val="22"/>
        </w:rPr>
        <w:t>, MBA</w:t>
      </w:r>
    </w:p>
    <w:p w14:paraId="3C2E50DA" w14:textId="4CE03ED5" w:rsidR="00F7783A" w:rsidRPr="00EF2760" w:rsidRDefault="006A6AC6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</w:p>
    <w:p w14:paraId="57E07F01" w14:textId="77777777" w:rsidR="001E4664" w:rsidRPr="00EF2760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EF2760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31BCE" w14:textId="77777777" w:rsidR="007208CB" w:rsidRDefault="007208CB">
      <w:r>
        <w:separator/>
      </w:r>
    </w:p>
  </w:endnote>
  <w:endnote w:type="continuationSeparator" w:id="0">
    <w:p w14:paraId="4796CA9C" w14:textId="77777777" w:rsidR="007208CB" w:rsidRDefault="007208CB">
      <w:r>
        <w:continuationSeparator/>
      </w:r>
    </w:p>
  </w:endnote>
  <w:endnote w:type="continuationNotice" w:id="1">
    <w:p w14:paraId="183AEA71" w14:textId="77777777" w:rsidR="007208CB" w:rsidRDefault="007208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E7280" w14:textId="77777777" w:rsidR="002515EE" w:rsidRDefault="00F04A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515E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5B5125" w14:textId="77777777" w:rsidR="002515EE" w:rsidRDefault="002515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099748"/>
      <w:docPartObj>
        <w:docPartGallery w:val="Page Numbers (Bottom of Page)"/>
        <w:docPartUnique/>
      </w:docPartObj>
    </w:sdtPr>
    <w:sdtEndPr/>
    <w:sdtContent>
      <w:p w14:paraId="411B509E" w14:textId="00FBE6A5" w:rsidR="002515EE" w:rsidRDefault="00F04A53">
        <w:pPr>
          <w:pStyle w:val="Zpat"/>
          <w:jc w:val="center"/>
        </w:pPr>
        <w:r>
          <w:fldChar w:fldCharType="begin"/>
        </w:r>
        <w:r w:rsidR="002515EE">
          <w:instrText>PAGE   \* MERGEFORMAT</w:instrText>
        </w:r>
        <w:r>
          <w:fldChar w:fldCharType="separate"/>
        </w:r>
        <w:r w:rsidR="00BE677E">
          <w:rPr>
            <w:noProof/>
          </w:rPr>
          <w:t>2</w:t>
        </w:r>
        <w:r>
          <w:fldChar w:fldCharType="end"/>
        </w:r>
      </w:p>
    </w:sdtContent>
  </w:sdt>
  <w:p w14:paraId="4FF0A579" w14:textId="77777777" w:rsidR="002515EE" w:rsidRDefault="002515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57ECE" w14:textId="77777777" w:rsidR="007208CB" w:rsidRDefault="007208CB">
      <w:r>
        <w:separator/>
      </w:r>
    </w:p>
  </w:footnote>
  <w:footnote w:type="continuationSeparator" w:id="0">
    <w:p w14:paraId="33446B85" w14:textId="77777777" w:rsidR="007208CB" w:rsidRDefault="007208CB">
      <w:r>
        <w:continuationSeparator/>
      </w:r>
    </w:p>
  </w:footnote>
  <w:footnote w:type="continuationNotice" w:id="1">
    <w:p w14:paraId="6C2EBD87" w14:textId="77777777" w:rsidR="007208CB" w:rsidRDefault="007208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F2AC" w14:textId="77777777" w:rsidR="002515EE" w:rsidRDefault="002515E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8EBFF" w14:textId="77777777" w:rsidR="002515EE" w:rsidRDefault="00251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0527E5"/>
    <w:multiLevelType w:val="hybridMultilevel"/>
    <w:tmpl w:val="581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081C78"/>
    <w:multiLevelType w:val="hybridMultilevel"/>
    <w:tmpl w:val="16BECCD6"/>
    <w:lvl w:ilvl="0" w:tplc="9FC82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07448"/>
    <w:multiLevelType w:val="hybridMultilevel"/>
    <w:tmpl w:val="F1586734"/>
    <w:lvl w:ilvl="0" w:tplc="226A8A12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ascii="Arial" w:hAnsi="Arial" w:cs="Arial"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  <w:b/>
      </w:rPr>
    </w:lvl>
    <w:lvl w:ilvl="2" w:tplc="A6C42FB4">
      <w:numFmt w:val="bullet"/>
      <w:lvlText w:val="-"/>
      <w:lvlJc w:val="left"/>
      <w:pPr>
        <w:tabs>
          <w:tab w:val="num" w:pos="3361"/>
        </w:tabs>
        <w:ind w:left="3361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01"/>
        </w:tabs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1"/>
        </w:tabs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1"/>
        </w:tabs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1"/>
        </w:tabs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1"/>
        </w:tabs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1"/>
        </w:tabs>
        <w:ind w:left="7501" w:hanging="180"/>
      </w:pPr>
    </w:lvl>
  </w:abstractNum>
  <w:abstractNum w:abstractNumId="6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A3B3B"/>
    <w:multiLevelType w:val="hybridMultilevel"/>
    <w:tmpl w:val="1BD8A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865376"/>
    <w:multiLevelType w:val="hybridMultilevel"/>
    <w:tmpl w:val="F86CFFA8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6410F2"/>
    <w:multiLevelType w:val="hybridMultilevel"/>
    <w:tmpl w:val="7E40C7F6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97A8F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77A7A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A0A67"/>
    <w:multiLevelType w:val="hybridMultilevel"/>
    <w:tmpl w:val="06346098"/>
    <w:lvl w:ilvl="0" w:tplc="72FE1C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27C90"/>
    <w:multiLevelType w:val="hybridMultilevel"/>
    <w:tmpl w:val="F2B8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1835FF"/>
    <w:multiLevelType w:val="hybridMultilevel"/>
    <w:tmpl w:val="0C10FC22"/>
    <w:lvl w:ilvl="0" w:tplc="6862049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F1759"/>
    <w:multiLevelType w:val="hybridMultilevel"/>
    <w:tmpl w:val="CEEA679C"/>
    <w:lvl w:ilvl="0" w:tplc="B5D068A6">
      <w:start w:val="5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3" w15:restartNumberingAfterBreak="0">
    <w:nsid w:val="7BAB27FC"/>
    <w:multiLevelType w:val="hybridMultilevel"/>
    <w:tmpl w:val="61289E72"/>
    <w:lvl w:ilvl="0" w:tplc="B5D068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5"/>
  </w:num>
  <w:num w:numId="5">
    <w:abstractNumId w:val="2"/>
  </w:num>
  <w:num w:numId="6">
    <w:abstractNumId w:val="29"/>
  </w:num>
  <w:num w:numId="7">
    <w:abstractNumId w:val="19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27"/>
  </w:num>
  <w:num w:numId="13">
    <w:abstractNumId w:val="9"/>
  </w:num>
  <w:num w:numId="14">
    <w:abstractNumId w:val="30"/>
  </w:num>
  <w:num w:numId="15">
    <w:abstractNumId w:val="20"/>
  </w:num>
  <w:num w:numId="16">
    <w:abstractNumId w:val="17"/>
  </w:num>
  <w:num w:numId="17">
    <w:abstractNumId w:val="34"/>
  </w:num>
  <w:num w:numId="18">
    <w:abstractNumId w:val="16"/>
  </w:num>
  <w:num w:numId="19">
    <w:abstractNumId w:val="12"/>
  </w:num>
  <w:num w:numId="20">
    <w:abstractNumId w:val="24"/>
  </w:num>
  <w:num w:numId="21">
    <w:abstractNumId w:val="5"/>
  </w:num>
  <w:num w:numId="22">
    <w:abstractNumId w:val="3"/>
  </w:num>
  <w:num w:numId="23">
    <w:abstractNumId w:val="32"/>
  </w:num>
  <w:num w:numId="24">
    <w:abstractNumId w:val="33"/>
  </w:num>
  <w:num w:numId="25">
    <w:abstractNumId w:val="10"/>
  </w:num>
  <w:num w:numId="26">
    <w:abstractNumId w:val="6"/>
  </w:num>
  <w:num w:numId="27">
    <w:abstractNumId w:val="19"/>
  </w:num>
  <w:num w:numId="28">
    <w:abstractNumId w:val="20"/>
  </w:num>
  <w:num w:numId="29">
    <w:abstractNumId w:val="31"/>
  </w:num>
  <w:num w:numId="30">
    <w:abstractNumId w:val="23"/>
  </w:num>
  <w:num w:numId="31">
    <w:abstractNumId w:val="22"/>
  </w:num>
  <w:num w:numId="32">
    <w:abstractNumId w:val="25"/>
  </w:num>
  <w:num w:numId="33">
    <w:abstractNumId w:val="28"/>
  </w:num>
  <w:num w:numId="34">
    <w:abstractNumId w:val="18"/>
  </w:num>
  <w:num w:numId="35">
    <w:abstractNumId w:val="21"/>
  </w:num>
  <w:num w:numId="36">
    <w:abstractNumId w:val="1"/>
  </w:num>
  <w:num w:numId="37">
    <w:abstractNumId w:val="14"/>
  </w:num>
  <w:num w:numId="38">
    <w:abstractNumId w:val="13"/>
  </w:num>
  <w:num w:numId="3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98"/>
    <w:rsid w:val="0000269F"/>
    <w:rsid w:val="00006549"/>
    <w:rsid w:val="00010E1F"/>
    <w:rsid w:val="00010F8F"/>
    <w:rsid w:val="00011DEB"/>
    <w:rsid w:val="00017A2A"/>
    <w:rsid w:val="00021432"/>
    <w:rsid w:val="00022A3A"/>
    <w:rsid w:val="00023B7B"/>
    <w:rsid w:val="00025578"/>
    <w:rsid w:val="0002713F"/>
    <w:rsid w:val="00030325"/>
    <w:rsid w:val="00031AD6"/>
    <w:rsid w:val="00035BCF"/>
    <w:rsid w:val="000361DD"/>
    <w:rsid w:val="00040144"/>
    <w:rsid w:val="00042E07"/>
    <w:rsid w:val="00044D9D"/>
    <w:rsid w:val="00046922"/>
    <w:rsid w:val="00052D36"/>
    <w:rsid w:val="0005713E"/>
    <w:rsid w:val="00057F48"/>
    <w:rsid w:val="00064A7A"/>
    <w:rsid w:val="0006726C"/>
    <w:rsid w:val="00067DCC"/>
    <w:rsid w:val="00070C66"/>
    <w:rsid w:val="0007212F"/>
    <w:rsid w:val="00072DB0"/>
    <w:rsid w:val="00072F69"/>
    <w:rsid w:val="00073613"/>
    <w:rsid w:val="00074291"/>
    <w:rsid w:val="0008016F"/>
    <w:rsid w:val="000812B2"/>
    <w:rsid w:val="000839A6"/>
    <w:rsid w:val="00084C75"/>
    <w:rsid w:val="000851F0"/>
    <w:rsid w:val="00085BFB"/>
    <w:rsid w:val="0008631A"/>
    <w:rsid w:val="00092E94"/>
    <w:rsid w:val="00096624"/>
    <w:rsid w:val="000A0183"/>
    <w:rsid w:val="000A5FE9"/>
    <w:rsid w:val="000A71B4"/>
    <w:rsid w:val="000B46C1"/>
    <w:rsid w:val="000B59D8"/>
    <w:rsid w:val="000C12FD"/>
    <w:rsid w:val="000C346D"/>
    <w:rsid w:val="000E0B0A"/>
    <w:rsid w:val="000E1BF9"/>
    <w:rsid w:val="000E1F8A"/>
    <w:rsid w:val="000E264A"/>
    <w:rsid w:val="000E3175"/>
    <w:rsid w:val="000E48B2"/>
    <w:rsid w:val="000F2BDD"/>
    <w:rsid w:val="000F312E"/>
    <w:rsid w:val="00101876"/>
    <w:rsid w:val="00102033"/>
    <w:rsid w:val="00106078"/>
    <w:rsid w:val="00106A80"/>
    <w:rsid w:val="00115B88"/>
    <w:rsid w:val="00122539"/>
    <w:rsid w:val="00122E47"/>
    <w:rsid w:val="00124899"/>
    <w:rsid w:val="00125AB7"/>
    <w:rsid w:val="00126295"/>
    <w:rsid w:val="001268B1"/>
    <w:rsid w:val="001279B7"/>
    <w:rsid w:val="0013085D"/>
    <w:rsid w:val="00131ECE"/>
    <w:rsid w:val="00133951"/>
    <w:rsid w:val="00145D78"/>
    <w:rsid w:val="001460C1"/>
    <w:rsid w:val="001511A1"/>
    <w:rsid w:val="00151A7F"/>
    <w:rsid w:val="001523F0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3314"/>
    <w:rsid w:val="00183D30"/>
    <w:rsid w:val="00186412"/>
    <w:rsid w:val="00191445"/>
    <w:rsid w:val="00191B12"/>
    <w:rsid w:val="00193D37"/>
    <w:rsid w:val="001A09D4"/>
    <w:rsid w:val="001A2CA5"/>
    <w:rsid w:val="001A4A0C"/>
    <w:rsid w:val="001A4CD3"/>
    <w:rsid w:val="001B03FC"/>
    <w:rsid w:val="001B1598"/>
    <w:rsid w:val="001B49F4"/>
    <w:rsid w:val="001C0EC5"/>
    <w:rsid w:val="001C394C"/>
    <w:rsid w:val="001C5A8B"/>
    <w:rsid w:val="001C6621"/>
    <w:rsid w:val="001C741C"/>
    <w:rsid w:val="001C7FEC"/>
    <w:rsid w:val="001D197C"/>
    <w:rsid w:val="001D1B5A"/>
    <w:rsid w:val="001D3C7B"/>
    <w:rsid w:val="001E42A2"/>
    <w:rsid w:val="001E4664"/>
    <w:rsid w:val="001E7129"/>
    <w:rsid w:val="001E7F22"/>
    <w:rsid w:val="001F5A74"/>
    <w:rsid w:val="0020002B"/>
    <w:rsid w:val="002004D2"/>
    <w:rsid w:val="00200E20"/>
    <w:rsid w:val="00201116"/>
    <w:rsid w:val="0020191C"/>
    <w:rsid w:val="0020228C"/>
    <w:rsid w:val="00206A81"/>
    <w:rsid w:val="002075B7"/>
    <w:rsid w:val="002141D6"/>
    <w:rsid w:val="00215EEC"/>
    <w:rsid w:val="00233C61"/>
    <w:rsid w:val="00233F2D"/>
    <w:rsid w:val="00234452"/>
    <w:rsid w:val="0023502B"/>
    <w:rsid w:val="00236F5C"/>
    <w:rsid w:val="00240F9D"/>
    <w:rsid w:val="00243F9F"/>
    <w:rsid w:val="002515EE"/>
    <w:rsid w:val="00252771"/>
    <w:rsid w:val="00252C83"/>
    <w:rsid w:val="0025360B"/>
    <w:rsid w:val="002553F8"/>
    <w:rsid w:val="002563C8"/>
    <w:rsid w:val="00256C4E"/>
    <w:rsid w:val="00257CD0"/>
    <w:rsid w:val="0026135A"/>
    <w:rsid w:val="00261F62"/>
    <w:rsid w:val="0026379F"/>
    <w:rsid w:val="00270C02"/>
    <w:rsid w:val="00270E5B"/>
    <w:rsid w:val="00270F75"/>
    <w:rsid w:val="0027196C"/>
    <w:rsid w:val="0027696A"/>
    <w:rsid w:val="00277609"/>
    <w:rsid w:val="00280254"/>
    <w:rsid w:val="0028070B"/>
    <w:rsid w:val="00283E7F"/>
    <w:rsid w:val="0028752D"/>
    <w:rsid w:val="00292E3B"/>
    <w:rsid w:val="002937F8"/>
    <w:rsid w:val="00294B40"/>
    <w:rsid w:val="00295817"/>
    <w:rsid w:val="00295D44"/>
    <w:rsid w:val="00295FBA"/>
    <w:rsid w:val="002A26A2"/>
    <w:rsid w:val="002A5C77"/>
    <w:rsid w:val="002A6387"/>
    <w:rsid w:val="002B1C45"/>
    <w:rsid w:val="002B2D5A"/>
    <w:rsid w:val="002B39B0"/>
    <w:rsid w:val="002B7DB1"/>
    <w:rsid w:val="002C0AFA"/>
    <w:rsid w:val="002C6847"/>
    <w:rsid w:val="002E2396"/>
    <w:rsid w:val="002E59D2"/>
    <w:rsid w:val="002E7038"/>
    <w:rsid w:val="002F02C3"/>
    <w:rsid w:val="002F1E1F"/>
    <w:rsid w:val="002F3171"/>
    <w:rsid w:val="002F5580"/>
    <w:rsid w:val="002F64EB"/>
    <w:rsid w:val="002F6F74"/>
    <w:rsid w:val="0030681C"/>
    <w:rsid w:val="003115B7"/>
    <w:rsid w:val="00320015"/>
    <w:rsid w:val="00321375"/>
    <w:rsid w:val="00324E48"/>
    <w:rsid w:val="003257D3"/>
    <w:rsid w:val="003275A1"/>
    <w:rsid w:val="003279EB"/>
    <w:rsid w:val="00330641"/>
    <w:rsid w:val="003364B3"/>
    <w:rsid w:val="003566C4"/>
    <w:rsid w:val="0035764D"/>
    <w:rsid w:val="0035772E"/>
    <w:rsid w:val="00357900"/>
    <w:rsid w:val="00360C22"/>
    <w:rsid w:val="0036283A"/>
    <w:rsid w:val="00364E58"/>
    <w:rsid w:val="00364F11"/>
    <w:rsid w:val="00372E4B"/>
    <w:rsid w:val="003742DA"/>
    <w:rsid w:val="0037505B"/>
    <w:rsid w:val="0038088F"/>
    <w:rsid w:val="0038462F"/>
    <w:rsid w:val="00395B81"/>
    <w:rsid w:val="003A1FBC"/>
    <w:rsid w:val="003A3166"/>
    <w:rsid w:val="003A31CE"/>
    <w:rsid w:val="003A4AB7"/>
    <w:rsid w:val="003A7A9D"/>
    <w:rsid w:val="003B1206"/>
    <w:rsid w:val="003B511D"/>
    <w:rsid w:val="003B70B9"/>
    <w:rsid w:val="003C226D"/>
    <w:rsid w:val="003C2E2A"/>
    <w:rsid w:val="003C40E4"/>
    <w:rsid w:val="003D4E4E"/>
    <w:rsid w:val="003D67DF"/>
    <w:rsid w:val="003D7EE0"/>
    <w:rsid w:val="003E2C31"/>
    <w:rsid w:val="003E60E2"/>
    <w:rsid w:val="003E60EC"/>
    <w:rsid w:val="003F01F0"/>
    <w:rsid w:val="003F2D38"/>
    <w:rsid w:val="003F476A"/>
    <w:rsid w:val="003F4B67"/>
    <w:rsid w:val="003F5899"/>
    <w:rsid w:val="003F697E"/>
    <w:rsid w:val="003F70E0"/>
    <w:rsid w:val="00401F50"/>
    <w:rsid w:val="004032DF"/>
    <w:rsid w:val="004051AC"/>
    <w:rsid w:val="00406610"/>
    <w:rsid w:val="00407CDE"/>
    <w:rsid w:val="004133FD"/>
    <w:rsid w:val="00413F4F"/>
    <w:rsid w:val="0042357C"/>
    <w:rsid w:val="004237ED"/>
    <w:rsid w:val="00424DF0"/>
    <w:rsid w:val="0042596E"/>
    <w:rsid w:val="00434CC4"/>
    <w:rsid w:val="00435780"/>
    <w:rsid w:val="00435C78"/>
    <w:rsid w:val="0044461F"/>
    <w:rsid w:val="00447314"/>
    <w:rsid w:val="004479CF"/>
    <w:rsid w:val="00451D2F"/>
    <w:rsid w:val="004559DA"/>
    <w:rsid w:val="00457EC2"/>
    <w:rsid w:val="004627D7"/>
    <w:rsid w:val="00462E84"/>
    <w:rsid w:val="00463CAC"/>
    <w:rsid w:val="00471A7D"/>
    <w:rsid w:val="00472084"/>
    <w:rsid w:val="00472353"/>
    <w:rsid w:val="0047340B"/>
    <w:rsid w:val="00475505"/>
    <w:rsid w:val="00481B7A"/>
    <w:rsid w:val="0049126F"/>
    <w:rsid w:val="00491426"/>
    <w:rsid w:val="00493661"/>
    <w:rsid w:val="004A3733"/>
    <w:rsid w:val="004A454F"/>
    <w:rsid w:val="004A5A81"/>
    <w:rsid w:val="004A73F2"/>
    <w:rsid w:val="004B14A0"/>
    <w:rsid w:val="004B33BC"/>
    <w:rsid w:val="004B558A"/>
    <w:rsid w:val="004C1142"/>
    <w:rsid w:val="004C5899"/>
    <w:rsid w:val="004C58BC"/>
    <w:rsid w:val="004D0B2B"/>
    <w:rsid w:val="004D584F"/>
    <w:rsid w:val="004D777B"/>
    <w:rsid w:val="004E0A1B"/>
    <w:rsid w:val="004E19E4"/>
    <w:rsid w:val="004E1B34"/>
    <w:rsid w:val="004E4867"/>
    <w:rsid w:val="004E5527"/>
    <w:rsid w:val="004E7FCF"/>
    <w:rsid w:val="004F0AB0"/>
    <w:rsid w:val="004F2E48"/>
    <w:rsid w:val="004F5042"/>
    <w:rsid w:val="005010CD"/>
    <w:rsid w:val="00501906"/>
    <w:rsid w:val="00502B00"/>
    <w:rsid w:val="00502EA6"/>
    <w:rsid w:val="005034E3"/>
    <w:rsid w:val="005043CA"/>
    <w:rsid w:val="00504DE4"/>
    <w:rsid w:val="00506D7A"/>
    <w:rsid w:val="0051110F"/>
    <w:rsid w:val="0051184C"/>
    <w:rsid w:val="00512372"/>
    <w:rsid w:val="00513585"/>
    <w:rsid w:val="005147EA"/>
    <w:rsid w:val="00515A16"/>
    <w:rsid w:val="0052411D"/>
    <w:rsid w:val="005270A2"/>
    <w:rsid w:val="00530556"/>
    <w:rsid w:val="0053473C"/>
    <w:rsid w:val="0053507C"/>
    <w:rsid w:val="005362C4"/>
    <w:rsid w:val="00541F45"/>
    <w:rsid w:val="00544799"/>
    <w:rsid w:val="00553792"/>
    <w:rsid w:val="00560871"/>
    <w:rsid w:val="00564610"/>
    <w:rsid w:val="00565F92"/>
    <w:rsid w:val="0056615F"/>
    <w:rsid w:val="0056671B"/>
    <w:rsid w:val="0057227E"/>
    <w:rsid w:val="00575A38"/>
    <w:rsid w:val="00576F76"/>
    <w:rsid w:val="00581CDC"/>
    <w:rsid w:val="00582120"/>
    <w:rsid w:val="00586E86"/>
    <w:rsid w:val="005873E5"/>
    <w:rsid w:val="005951B9"/>
    <w:rsid w:val="005A3B4D"/>
    <w:rsid w:val="005A619D"/>
    <w:rsid w:val="005A7962"/>
    <w:rsid w:val="005B19A0"/>
    <w:rsid w:val="005B3CCE"/>
    <w:rsid w:val="005B42C4"/>
    <w:rsid w:val="005D1471"/>
    <w:rsid w:val="005D6955"/>
    <w:rsid w:val="005E1592"/>
    <w:rsid w:val="005E17E9"/>
    <w:rsid w:val="005E424F"/>
    <w:rsid w:val="005E4E88"/>
    <w:rsid w:val="005E776A"/>
    <w:rsid w:val="005E7781"/>
    <w:rsid w:val="005F256A"/>
    <w:rsid w:val="005F3FA2"/>
    <w:rsid w:val="005F4346"/>
    <w:rsid w:val="005F5C45"/>
    <w:rsid w:val="005F7B11"/>
    <w:rsid w:val="0060015C"/>
    <w:rsid w:val="00604298"/>
    <w:rsid w:val="00604557"/>
    <w:rsid w:val="00604E03"/>
    <w:rsid w:val="00607775"/>
    <w:rsid w:val="00610E6B"/>
    <w:rsid w:val="006131CD"/>
    <w:rsid w:val="0061446C"/>
    <w:rsid w:val="00616BC1"/>
    <w:rsid w:val="006210E7"/>
    <w:rsid w:val="00623D2A"/>
    <w:rsid w:val="00632FBC"/>
    <w:rsid w:val="00636854"/>
    <w:rsid w:val="006368B9"/>
    <w:rsid w:val="0063694D"/>
    <w:rsid w:val="00640848"/>
    <w:rsid w:val="006412A6"/>
    <w:rsid w:val="00643E94"/>
    <w:rsid w:val="00645788"/>
    <w:rsid w:val="006479C6"/>
    <w:rsid w:val="00660BFC"/>
    <w:rsid w:val="006613B6"/>
    <w:rsid w:val="006659FB"/>
    <w:rsid w:val="00666591"/>
    <w:rsid w:val="0067011A"/>
    <w:rsid w:val="006736AF"/>
    <w:rsid w:val="00674AC9"/>
    <w:rsid w:val="006764A0"/>
    <w:rsid w:val="00677279"/>
    <w:rsid w:val="00682063"/>
    <w:rsid w:val="00682EA2"/>
    <w:rsid w:val="00683EA7"/>
    <w:rsid w:val="006841DC"/>
    <w:rsid w:val="006850DB"/>
    <w:rsid w:val="00685F56"/>
    <w:rsid w:val="00687826"/>
    <w:rsid w:val="00691D1A"/>
    <w:rsid w:val="00692D4B"/>
    <w:rsid w:val="00694040"/>
    <w:rsid w:val="00694910"/>
    <w:rsid w:val="00695534"/>
    <w:rsid w:val="006A178E"/>
    <w:rsid w:val="006A1C63"/>
    <w:rsid w:val="006A6914"/>
    <w:rsid w:val="006A6AC6"/>
    <w:rsid w:val="006B335B"/>
    <w:rsid w:val="006B3BD0"/>
    <w:rsid w:val="006B5EAA"/>
    <w:rsid w:val="006B774B"/>
    <w:rsid w:val="006B780C"/>
    <w:rsid w:val="006C565E"/>
    <w:rsid w:val="006C6EC2"/>
    <w:rsid w:val="006D28CA"/>
    <w:rsid w:val="006D6327"/>
    <w:rsid w:val="006D7457"/>
    <w:rsid w:val="006E193F"/>
    <w:rsid w:val="006E4BCB"/>
    <w:rsid w:val="006F2C85"/>
    <w:rsid w:val="006F5EFE"/>
    <w:rsid w:val="007006D7"/>
    <w:rsid w:val="007016CC"/>
    <w:rsid w:val="00705219"/>
    <w:rsid w:val="00707DDF"/>
    <w:rsid w:val="00707E9B"/>
    <w:rsid w:val="00710596"/>
    <w:rsid w:val="00716F15"/>
    <w:rsid w:val="007208CB"/>
    <w:rsid w:val="00722154"/>
    <w:rsid w:val="00722F41"/>
    <w:rsid w:val="00723B0E"/>
    <w:rsid w:val="007253BA"/>
    <w:rsid w:val="007258CB"/>
    <w:rsid w:val="0073122B"/>
    <w:rsid w:val="007334BD"/>
    <w:rsid w:val="007337DE"/>
    <w:rsid w:val="00734239"/>
    <w:rsid w:val="0074073D"/>
    <w:rsid w:val="0074196F"/>
    <w:rsid w:val="007437C9"/>
    <w:rsid w:val="007452B0"/>
    <w:rsid w:val="007474B0"/>
    <w:rsid w:val="007476D1"/>
    <w:rsid w:val="0075022B"/>
    <w:rsid w:val="00750A22"/>
    <w:rsid w:val="0075130D"/>
    <w:rsid w:val="007542FE"/>
    <w:rsid w:val="0075529B"/>
    <w:rsid w:val="00755389"/>
    <w:rsid w:val="007559C5"/>
    <w:rsid w:val="0076131D"/>
    <w:rsid w:val="00764188"/>
    <w:rsid w:val="00765439"/>
    <w:rsid w:val="0077004A"/>
    <w:rsid w:val="00771EFD"/>
    <w:rsid w:val="00773AD9"/>
    <w:rsid w:val="00773DC0"/>
    <w:rsid w:val="00776E02"/>
    <w:rsid w:val="00777978"/>
    <w:rsid w:val="00780DA8"/>
    <w:rsid w:val="0078763E"/>
    <w:rsid w:val="00790CFA"/>
    <w:rsid w:val="007A0F71"/>
    <w:rsid w:val="007A68DE"/>
    <w:rsid w:val="007B1712"/>
    <w:rsid w:val="007B2C68"/>
    <w:rsid w:val="007B7200"/>
    <w:rsid w:val="007C4DDC"/>
    <w:rsid w:val="007D02E6"/>
    <w:rsid w:val="007D1061"/>
    <w:rsid w:val="007D2AAF"/>
    <w:rsid w:val="007E17D4"/>
    <w:rsid w:val="007E62AA"/>
    <w:rsid w:val="007E646A"/>
    <w:rsid w:val="007E69D9"/>
    <w:rsid w:val="007F22D6"/>
    <w:rsid w:val="007F4008"/>
    <w:rsid w:val="007F5C49"/>
    <w:rsid w:val="008064C4"/>
    <w:rsid w:val="00806DE3"/>
    <w:rsid w:val="00806FF7"/>
    <w:rsid w:val="00807443"/>
    <w:rsid w:val="00816012"/>
    <w:rsid w:val="00817E7F"/>
    <w:rsid w:val="00823ECE"/>
    <w:rsid w:val="008319CB"/>
    <w:rsid w:val="008328EF"/>
    <w:rsid w:val="00833484"/>
    <w:rsid w:val="008353F6"/>
    <w:rsid w:val="0084071C"/>
    <w:rsid w:val="00844878"/>
    <w:rsid w:val="00844A1A"/>
    <w:rsid w:val="00844DA8"/>
    <w:rsid w:val="00845648"/>
    <w:rsid w:val="008524C0"/>
    <w:rsid w:val="00855915"/>
    <w:rsid w:val="00855BB3"/>
    <w:rsid w:val="00855EFC"/>
    <w:rsid w:val="00856B02"/>
    <w:rsid w:val="00862921"/>
    <w:rsid w:val="00863790"/>
    <w:rsid w:val="00863E84"/>
    <w:rsid w:val="00872485"/>
    <w:rsid w:val="00872B6B"/>
    <w:rsid w:val="00873C9C"/>
    <w:rsid w:val="0087568E"/>
    <w:rsid w:val="00875DF6"/>
    <w:rsid w:val="0088048A"/>
    <w:rsid w:val="0088462B"/>
    <w:rsid w:val="00884A43"/>
    <w:rsid w:val="00886619"/>
    <w:rsid w:val="00887386"/>
    <w:rsid w:val="00887A75"/>
    <w:rsid w:val="00893298"/>
    <w:rsid w:val="008973CA"/>
    <w:rsid w:val="008A3BE0"/>
    <w:rsid w:val="008B05F4"/>
    <w:rsid w:val="008B0881"/>
    <w:rsid w:val="008B08B3"/>
    <w:rsid w:val="008B1223"/>
    <w:rsid w:val="008B43A0"/>
    <w:rsid w:val="008B761C"/>
    <w:rsid w:val="008C2A99"/>
    <w:rsid w:val="008C42E9"/>
    <w:rsid w:val="008C6295"/>
    <w:rsid w:val="008D1146"/>
    <w:rsid w:val="008E2F6F"/>
    <w:rsid w:val="008E5E64"/>
    <w:rsid w:val="008E6FF6"/>
    <w:rsid w:val="008F00E7"/>
    <w:rsid w:val="008F2678"/>
    <w:rsid w:val="008F7E7C"/>
    <w:rsid w:val="008F7FF3"/>
    <w:rsid w:val="00905965"/>
    <w:rsid w:val="0090774C"/>
    <w:rsid w:val="00913F96"/>
    <w:rsid w:val="009236A4"/>
    <w:rsid w:val="00931799"/>
    <w:rsid w:val="009363AC"/>
    <w:rsid w:val="00940326"/>
    <w:rsid w:val="0094580B"/>
    <w:rsid w:val="00945993"/>
    <w:rsid w:val="00950487"/>
    <w:rsid w:val="00950E16"/>
    <w:rsid w:val="00953AE4"/>
    <w:rsid w:val="0095541A"/>
    <w:rsid w:val="00955668"/>
    <w:rsid w:val="009607BE"/>
    <w:rsid w:val="00961831"/>
    <w:rsid w:val="00961C84"/>
    <w:rsid w:val="00963533"/>
    <w:rsid w:val="00964CEE"/>
    <w:rsid w:val="00972BE8"/>
    <w:rsid w:val="00973476"/>
    <w:rsid w:val="009737C8"/>
    <w:rsid w:val="009744F7"/>
    <w:rsid w:val="0099291D"/>
    <w:rsid w:val="009940E1"/>
    <w:rsid w:val="009950BE"/>
    <w:rsid w:val="00996DFD"/>
    <w:rsid w:val="009A6442"/>
    <w:rsid w:val="009A6A0B"/>
    <w:rsid w:val="009A76D7"/>
    <w:rsid w:val="009B0718"/>
    <w:rsid w:val="009B1F04"/>
    <w:rsid w:val="009B6E58"/>
    <w:rsid w:val="009C02F3"/>
    <w:rsid w:val="009C18FA"/>
    <w:rsid w:val="009C5C95"/>
    <w:rsid w:val="009C7D1C"/>
    <w:rsid w:val="009D0AD5"/>
    <w:rsid w:val="009D2BA3"/>
    <w:rsid w:val="009D66AD"/>
    <w:rsid w:val="009D6DBD"/>
    <w:rsid w:val="009D7AEF"/>
    <w:rsid w:val="009E3439"/>
    <w:rsid w:val="009E7C65"/>
    <w:rsid w:val="009F2D9E"/>
    <w:rsid w:val="009F4C34"/>
    <w:rsid w:val="009F4F02"/>
    <w:rsid w:val="009F7319"/>
    <w:rsid w:val="00A01D33"/>
    <w:rsid w:val="00A07DAC"/>
    <w:rsid w:val="00A116E5"/>
    <w:rsid w:val="00A12940"/>
    <w:rsid w:val="00A16DBD"/>
    <w:rsid w:val="00A17D34"/>
    <w:rsid w:val="00A25E1D"/>
    <w:rsid w:val="00A273B5"/>
    <w:rsid w:val="00A337E4"/>
    <w:rsid w:val="00A404D5"/>
    <w:rsid w:val="00A42F88"/>
    <w:rsid w:val="00A43D57"/>
    <w:rsid w:val="00A44DCA"/>
    <w:rsid w:val="00A45342"/>
    <w:rsid w:val="00A52BA6"/>
    <w:rsid w:val="00A52E17"/>
    <w:rsid w:val="00A56714"/>
    <w:rsid w:val="00A57F22"/>
    <w:rsid w:val="00A647E4"/>
    <w:rsid w:val="00A70D78"/>
    <w:rsid w:val="00A74CA4"/>
    <w:rsid w:val="00A751D5"/>
    <w:rsid w:val="00A809B5"/>
    <w:rsid w:val="00A84541"/>
    <w:rsid w:val="00A878BC"/>
    <w:rsid w:val="00A878EB"/>
    <w:rsid w:val="00A90057"/>
    <w:rsid w:val="00A904E2"/>
    <w:rsid w:val="00A9352E"/>
    <w:rsid w:val="00A945A8"/>
    <w:rsid w:val="00AA0B55"/>
    <w:rsid w:val="00AA2471"/>
    <w:rsid w:val="00AA43B8"/>
    <w:rsid w:val="00AB087F"/>
    <w:rsid w:val="00AB0EC8"/>
    <w:rsid w:val="00AB21DB"/>
    <w:rsid w:val="00AB3ABE"/>
    <w:rsid w:val="00AB6EA5"/>
    <w:rsid w:val="00AF2816"/>
    <w:rsid w:val="00AF4856"/>
    <w:rsid w:val="00B01F61"/>
    <w:rsid w:val="00B037C8"/>
    <w:rsid w:val="00B0614F"/>
    <w:rsid w:val="00B06898"/>
    <w:rsid w:val="00B11612"/>
    <w:rsid w:val="00B119AB"/>
    <w:rsid w:val="00B22860"/>
    <w:rsid w:val="00B27DF3"/>
    <w:rsid w:val="00B3084C"/>
    <w:rsid w:val="00B33133"/>
    <w:rsid w:val="00B3747F"/>
    <w:rsid w:val="00B41B17"/>
    <w:rsid w:val="00B53325"/>
    <w:rsid w:val="00B533E7"/>
    <w:rsid w:val="00B5532B"/>
    <w:rsid w:val="00B56114"/>
    <w:rsid w:val="00B60A14"/>
    <w:rsid w:val="00B61C52"/>
    <w:rsid w:val="00B6248E"/>
    <w:rsid w:val="00B62AA4"/>
    <w:rsid w:val="00B647E0"/>
    <w:rsid w:val="00B650C1"/>
    <w:rsid w:val="00B6691D"/>
    <w:rsid w:val="00B7044D"/>
    <w:rsid w:val="00B7387E"/>
    <w:rsid w:val="00B75855"/>
    <w:rsid w:val="00B83309"/>
    <w:rsid w:val="00B86457"/>
    <w:rsid w:val="00B911AA"/>
    <w:rsid w:val="00B93365"/>
    <w:rsid w:val="00BA52F9"/>
    <w:rsid w:val="00BA5CE6"/>
    <w:rsid w:val="00BA7A9C"/>
    <w:rsid w:val="00BB6B94"/>
    <w:rsid w:val="00BC5C28"/>
    <w:rsid w:val="00BC647A"/>
    <w:rsid w:val="00BC6F7A"/>
    <w:rsid w:val="00BD48C9"/>
    <w:rsid w:val="00BD4F7D"/>
    <w:rsid w:val="00BD73F7"/>
    <w:rsid w:val="00BE53EE"/>
    <w:rsid w:val="00BE677E"/>
    <w:rsid w:val="00BF0FA4"/>
    <w:rsid w:val="00BF3831"/>
    <w:rsid w:val="00BF3D97"/>
    <w:rsid w:val="00BF42AF"/>
    <w:rsid w:val="00BF64EA"/>
    <w:rsid w:val="00C10E45"/>
    <w:rsid w:val="00C13EAD"/>
    <w:rsid w:val="00C14601"/>
    <w:rsid w:val="00C16FD9"/>
    <w:rsid w:val="00C17C2F"/>
    <w:rsid w:val="00C22A4D"/>
    <w:rsid w:val="00C249E2"/>
    <w:rsid w:val="00C26229"/>
    <w:rsid w:val="00C27D24"/>
    <w:rsid w:val="00C30052"/>
    <w:rsid w:val="00C327A7"/>
    <w:rsid w:val="00C3567E"/>
    <w:rsid w:val="00C366AC"/>
    <w:rsid w:val="00C36EEC"/>
    <w:rsid w:val="00C3703F"/>
    <w:rsid w:val="00C4304E"/>
    <w:rsid w:val="00C4427F"/>
    <w:rsid w:val="00C44408"/>
    <w:rsid w:val="00C444D5"/>
    <w:rsid w:val="00C45E3B"/>
    <w:rsid w:val="00C477CB"/>
    <w:rsid w:val="00C53986"/>
    <w:rsid w:val="00C5497A"/>
    <w:rsid w:val="00C54B0D"/>
    <w:rsid w:val="00C55F52"/>
    <w:rsid w:val="00C7169D"/>
    <w:rsid w:val="00C769AA"/>
    <w:rsid w:val="00C76C36"/>
    <w:rsid w:val="00C83ED6"/>
    <w:rsid w:val="00C85809"/>
    <w:rsid w:val="00C973CF"/>
    <w:rsid w:val="00CA029A"/>
    <w:rsid w:val="00CA09B6"/>
    <w:rsid w:val="00CA14EA"/>
    <w:rsid w:val="00CA1A31"/>
    <w:rsid w:val="00CA2375"/>
    <w:rsid w:val="00CA5443"/>
    <w:rsid w:val="00CB1D0F"/>
    <w:rsid w:val="00CB292A"/>
    <w:rsid w:val="00CB6A89"/>
    <w:rsid w:val="00CC07DE"/>
    <w:rsid w:val="00CC0E33"/>
    <w:rsid w:val="00CC2EE1"/>
    <w:rsid w:val="00CC33D4"/>
    <w:rsid w:val="00CC65BB"/>
    <w:rsid w:val="00CC6A1C"/>
    <w:rsid w:val="00CC79E6"/>
    <w:rsid w:val="00CD08B3"/>
    <w:rsid w:val="00CD2B57"/>
    <w:rsid w:val="00CD6954"/>
    <w:rsid w:val="00CD7073"/>
    <w:rsid w:val="00CE1488"/>
    <w:rsid w:val="00CE25B6"/>
    <w:rsid w:val="00CE66CA"/>
    <w:rsid w:val="00CE67D0"/>
    <w:rsid w:val="00CF468E"/>
    <w:rsid w:val="00CF7D42"/>
    <w:rsid w:val="00D02AC0"/>
    <w:rsid w:val="00D03517"/>
    <w:rsid w:val="00D04FD2"/>
    <w:rsid w:val="00D1457E"/>
    <w:rsid w:val="00D1726D"/>
    <w:rsid w:val="00D17C5A"/>
    <w:rsid w:val="00D20A5A"/>
    <w:rsid w:val="00D32506"/>
    <w:rsid w:val="00D3452D"/>
    <w:rsid w:val="00D3695F"/>
    <w:rsid w:val="00D45041"/>
    <w:rsid w:val="00D46277"/>
    <w:rsid w:val="00D50E18"/>
    <w:rsid w:val="00D52442"/>
    <w:rsid w:val="00D538F5"/>
    <w:rsid w:val="00D56797"/>
    <w:rsid w:val="00D6300E"/>
    <w:rsid w:val="00D65F37"/>
    <w:rsid w:val="00D71D10"/>
    <w:rsid w:val="00D72E81"/>
    <w:rsid w:val="00D7308A"/>
    <w:rsid w:val="00D738F3"/>
    <w:rsid w:val="00D77015"/>
    <w:rsid w:val="00D849AA"/>
    <w:rsid w:val="00D91492"/>
    <w:rsid w:val="00D9149C"/>
    <w:rsid w:val="00DA08BA"/>
    <w:rsid w:val="00DA1D64"/>
    <w:rsid w:val="00DB5EA3"/>
    <w:rsid w:val="00DC25D0"/>
    <w:rsid w:val="00DC3734"/>
    <w:rsid w:val="00DC3912"/>
    <w:rsid w:val="00DC3A94"/>
    <w:rsid w:val="00DC4AE8"/>
    <w:rsid w:val="00DD0845"/>
    <w:rsid w:val="00DD1D1B"/>
    <w:rsid w:val="00DD22F3"/>
    <w:rsid w:val="00DD60B0"/>
    <w:rsid w:val="00DE2235"/>
    <w:rsid w:val="00DF0862"/>
    <w:rsid w:val="00DF6D76"/>
    <w:rsid w:val="00DF7D50"/>
    <w:rsid w:val="00DF7F73"/>
    <w:rsid w:val="00E05CBD"/>
    <w:rsid w:val="00E27808"/>
    <w:rsid w:val="00E32669"/>
    <w:rsid w:val="00E35FF8"/>
    <w:rsid w:val="00E40650"/>
    <w:rsid w:val="00E41F6B"/>
    <w:rsid w:val="00E4234A"/>
    <w:rsid w:val="00E447B4"/>
    <w:rsid w:val="00E451FE"/>
    <w:rsid w:val="00E4599B"/>
    <w:rsid w:val="00E467D8"/>
    <w:rsid w:val="00E47C87"/>
    <w:rsid w:val="00E519A2"/>
    <w:rsid w:val="00E57073"/>
    <w:rsid w:val="00E57C1E"/>
    <w:rsid w:val="00E62332"/>
    <w:rsid w:val="00E65C2C"/>
    <w:rsid w:val="00E66EE6"/>
    <w:rsid w:val="00E67DEE"/>
    <w:rsid w:val="00E71E58"/>
    <w:rsid w:val="00E7453C"/>
    <w:rsid w:val="00E75908"/>
    <w:rsid w:val="00E84EAE"/>
    <w:rsid w:val="00E86374"/>
    <w:rsid w:val="00E90518"/>
    <w:rsid w:val="00EA63CD"/>
    <w:rsid w:val="00EA72C5"/>
    <w:rsid w:val="00EB006D"/>
    <w:rsid w:val="00EB31D9"/>
    <w:rsid w:val="00EB3A0C"/>
    <w:rsid w:val="00EB471C"/>
    <w:rsid w:val="00EB55A9"/>
    <w:rsid w:val="00EB5881"/>
    <w:rsid w:val="00EB6176"/>
    <w:rsid w:val="00EB6A80"/>
    <w:rsid w:val="00EC5A82"/>
    <w:rsid w:val="00EC6127"/>
    <w:rsid w:val="00ED1E26"/>
    <w:rsid w:val="00ED43C1"/>
    <w:rsid w:val="00EE1514"/>
    <w:rsid w:val="00EF03C8"/>
    <w:rsid w:val="00EF08C0"/>
    <w:rsid w:val="00EF2760"/>
    <w:rsid w:val="00EF2E95"/>
    <w:rsid w:val="00EF5463"/>
    <w:rsid w:val="00F00103"/>
    <w:rsid w:val="00F025C5"/>
    <w:rsid w:val="00F029A3"/>
    <w:rsid w:val="00F04A53"/>
    <w:rsid w:val="00F06311"/>
    <w:rsid w:val="00F110DE"/>
    <w:rsid w:val="00F13FA0"/>
    <w:rsid w:val="00F1492E"/>
    <w:rsid w:val="00F179D6"/>
    <w:rsid w:val="00F215BE"/>
    <w:rsid w:val="00F2404F"/>
    <w:rsid w:val="00F3025D"/>
    <w:rsid w:val="00F304DC"/>
    <w:rsid w:val="00F3138C"/>
    <w:rsid w:val="00F325DD"/>
    <w:rsid w:val="00F3315E"/>
    <w:rsid w:val="00F33CEF"/>
    <w:rsid w:val="00F34215"/>
    <w:rsid w:val="00F34877"/>
    <w:rsid w:val="00F35D3C"/>
    <w:rsid w:val="00F40842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2E20"/>
    <w:rsid w:val="00F63CF4"/>
    <w:rsid w:val="00F63D6A"/>
    <w:rsid w:val="00F70997"/>
    <w:rsid w:val="00F70C7D"/>
    <w:rsid w:val="00F70E7E"/>
    <w:rsid w:val="00F7783A"/>
    <w:rsid w:val="00F77880"/>
    <w:rsid w:val="00F80CDA"/>
    <w:rsid w:val="00F81AEC"/>
    <w:rsid w:val="00F8681F"/>
    <w:rsid w:val="00F87E03"/>
    <w:rsid w:val="00F93184"/>
    <w:rsid w:val="00F94B46"/>
    <w:rsid w:val="00F952CD"/>
    <w:rsid w:val="00F97292"/>
    <w:rsid w:val="00FA2D98"/>
    <w:rsid w:val="00FB5445"/>
    <w:rsid w:val="00FC0AA0"/>
    <w:rsid w:val="00FC1745"/>
    <w:rsid w:val="00FC2008"/>
    <w:rsid w:val="00FD0883"/>
    <w:rsid w:val="00FE014F"/>
    <w:rsid w:val="00FE0ADF"/>
    <w:rsid w:val="00FE22F4"/>
    <w:rsid w:val="00FE2A54"/>
    <w:rsid w:val="00FF1A9C"/>
    <w:rsid w:val="00FF1FF0"/>
    <w:rsid w:val="00FF5BF8"/>
    <w:rsid w:val="00FF6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25a939"/>
    </o:shapedefaults>
    <o:shapelayout v:ext="edit">
      <o:idmap v:ext="edit" data="1"/>
    </o:shapelayout>
  </w:shapeDefaults>
  <w:decimalSymbol w:val=","/>
  <w:listSeparator w:val=";"/>
  <w14:docId w14:val="7D4AFA8C"/>
  <w15:docId w15:val="{FD505B90-F8F8-43A0-AA88-171D5446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rsid w:val="00413F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13F4F"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413F4F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rsid w:val="00413F4F"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rsid w:val="00413F4F"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rsid w:val="00413F4F"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rsid w:val="00413F4F"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rsid w:val="00413F4F"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rsid w:val="00413F4F"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13F4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13F4F"/>
    <w:pPr>
      <w:tabs>
        <w:tab w:val="center" w:pos="4536"/>
        <w:tab w:val="right" w:pos="9072"/>
      </w:tabs>
    </w:pPr>
  </w:style>
  <w:style w:type="character" w:styleId="Hypertextovodkaz">
    <w:name w:val="Hyperlink"/>
    <w:rsid w:val="00413F4F"/>
    <w:rPr>
      <w:color w:val="0000FF"/>
      <w:u w:val="single"/>
    </w:rPr>
  </w:style>
  <w:style w:type="character" w:styleId="Sledovanodkaz">
    <w:name w:val="FollowedHyperlink"/>
    <w:rsid w:val="00413F4F"/>
    <w:rPr>
      <w:color w:val="800080"/>
      <w:u w:val="single"/>
    </w:rPr>
  </w:style>
  <w:style w:type="paragraph" w:customStyle="1" w:styleId="Odstavec1">
    <w:name w:val="Odstavec1"/>
    <w:basedOn w:val="Normln"/>
    <w:rsid w:val="00413F4F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  <w:rsid w:val="00413F4F"/>
  </w:style>
  <w:style w:type="paragraph" w:customStyle="1" w:styleId="KRUTEXTODSTAVCE">
    <w:name w:val="_KRU_TEXT_ODSTAVCE"/>
    <w:basedOn w:val="Normln"/>
    <w:rsid w:val="00413F4F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rsid w:val="00413F4F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rsid w:val="00413F4F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rsid w:val="00413F4F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rsid w:val="00413F4F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rsid w:val="00413F4F"/>
    <w:pPr>
      <w:ind w:left="5103"/>
      <w:jc w:val="center"/>
    </w:pPr>
  </w:style>
  <w:style w:type="paragraph" w:customStyle="1" w:styleId="KRUODVOLUDAJETAB">
    <w:name w:val="_KRU_ODVOL_UDAJE_TAB"/>
    <w:basedOn w:val="KRUTEXTODSTAVCE"/>
    <w:rsid w:val="00413F4F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rsid w:val="00413F4F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sid w:val="00413F4F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rsid w:val="00413F4F"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rsid w:val="00413F4F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rsid w:val="00413F4F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rsid w:val="00413F4F"/>
    <w:pPr>
      <w:spacing w:before="120"/>
    </w:pPr>
    <w:rPr>
      <w:sz w:val="20"/>
      <w:szCs w:val="20"/>
    </w:rPr>
  </w:style>
  <w:style w:type="character" w:styleId="Siln">
    <w:name w:val="Strong"/>
    <w:qFormat/>
    <w:rsid w:val="00413F4F"/>
    <w:rPr>
      <w:b/>
      <w:bCs/>
    </w:rPr>
  </w:style>
  <w:style w:type="paragraph" w:styleId="Prosttext">
    <w:name w:val="Plain Text"/>
    <w:basedOn w:val="Normln"/>
    <w:rsid w:val="00413F4F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rsid w:val="00413F4F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rsid w:val="00413F4F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rsid w:val="00413F4F"/>
    <w:pPr>
      <w:jc w:val="both"/>
    </w:pPr>
  </w:style>
  <w:style w:type="paragraph" w:styleId="Zkladntext2">
    <w:name w:val="Body Text 2"/>
    <w:basedOn w:val="Normln"/>
    <w:rsid w:val="00413F4F"/>
    <w:pPr>
      <w:jc w:val="both"/>
    </w:pPr>
  </w:style>
  <w:style w:type="paragraph" w:styleId="Zkladntextodsazen2">
    <w:name w:val="Body Text Indent 2"/>
    <w:basedOn w:val="Normln"/>
    <w:rsid w:val="00413F4F"/>
    <w:pPr>
      <w:ind w:left="360"/>
    </w:pPr>
    <w:rPr>
      <w:i/>
      <w:iCs/>
    </w:rPr>
  </w:style>
  <w:style w:type="paragraph" w:customStyle="1" w:styleId="krutextodstavce0">
    <w:name w:val="krutextodstavce"/>
    <w:basedOn w:val="Normln"/>
    <w:rsid w:val="00413F4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sid w:val="00413F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Bntext3">
    <w:name w:val="Běžný text 3"/>
    <w:basedOn w:val="Bntext2"/>
    <w:rsid w:val="00122E47"/>
    <w:pPr>
      <w:ind w:left="1021"/>
    </w:pPr>
    <w:rPr>
      <w:rFonts w:cs="Arial"/>
      <w:bCs/>
    </w:rPr>
  </w:style>
  <w:style w:type="paragraph" w:styleId="Textvysvtlivek">
    <w:name w:val="endnote text"/>
    <w:basedOn w:val="Normln"/>
    <w:link w:val="TextvysvtlivekChar"/>
    <w:semiHidden/>
    <w:unhideWhenUsed/>
    <w:rsid w:val="0013395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33951"/>
  </w:style>
  <w:style w:type="character" w:styleId="Odkaznavysvtlivky">
    <w:name w:val="endnote reference"/>
    <w:basedOn w:val="Standardnpsmoodstavce"/>
    <w:semiHidden/>
    <w:unhideWhenUsed/>
    <w:rsid w:val="0013395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1339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33951"/>
  </w:style>
  <w:style w:type="character" w:styleId="Znakapoznpodarou">
    <w:name w:val="footnote reference"/>
    <w:basedOn w:val="Standardnpsmoodstavce"/>
    <w:semiHidden/>
    <w:unhideWhenUsed/>
    <w:rsid w:val="00133951"/>
    <w:rPr>
      <w:vertAlign w:val="superscript"/>
    </w:rPr>
  </w:style>
  <w:style w:type="character" w:customStyle="1" w:styleId="nowrap">
    <w:name w:val="nowrap"/>
    <w:basedOn w:val="Standardnpsmoodstavce"/>
    <w:rsid w:val="002E7038"/>
  </w:style>
  <w:style w:type="paragraph" w:styleId="Revize">
    <w:name w:val="Revision"/>
    <w:hidden/>
    <w:uiPriority w:val="99"/>
    <w:semiHidden/>
    <w:rsid w:val="00A453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C6332-7786-456D-B7B9-1308937C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54</TotalTime>
  <Pages>7</Pages>
  <Words>2258</Words>
  <Characters>14185</Characters>
  <Application>Microsoft Office Word</Application>
  <DocSecurity>0</DocSecurity>
  <Lines>118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16411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Majdičová Markéta Ing.</cp:lastModifiedBy>
  <cp:revision>10</cp:revision>
  <cp:lastPrinted>2020-12-04T11:42:00Z</cp:lastPrinted>
  <dcterms:created xsi:type="dcterms:W3CDTF">2020-11-11T09:03:00Z</dcterms:created>
  <dcterms:modified xsi:type="dcterms:W3CDTF">2020-12-04T13:16:00Z</dcterms:modified>
</cp:coreProperties>
</file>